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02A" w:rsidRPr="009B2EF3" w:rsidRDefault="00C63D6B" w:rsidP="009B2EF3">
      <w:pPr>
        <w:pStyle w:val="Title"/>
        <w:jc w:val="left"/>
        <w:rPr>
          <w:rFonts w:ascii="Roboto" w:hAnsi="Roboto"/>
          <w:b w:val="0"/>
          <w:caps w:val="0"/>
          <w:color w:val="344D6C"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accent6">
                <w14:lumMod w14:val="50000"/>
              </w14:schemeClr>
            </w14:solidFill>
          </w14:textFill>
        </w:rPr>
      </w:pPr>
      <w:r w:rsidRPr="009B2EF3">
        <w:rPr>
          <w:rFonts w:ascii="Roboto" w:hAnsi="Roboto"/>
          <w:b w:val="0"/>
          <w:caps w:val="0"/>
          <w:color w:val="344D6C"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accent6">
                <w14:lumMod w14:val="50000"/>
              </w14:schemeClr>
            </w14:solidFill>
          </w14:textFill>
        </w:rPr>
        <w:t>MINUTES</w:t>
      </w:r>
    </w:p>
    <w:p w:rsidR="00A9002A" w:rsidRPr="00CA52F9" w:rsidRDefault="000137AE" w:rsidP="009B2EF3">
      <w:pPr>
        <w:pStyle w:val="Subtitle"/>
        <w:jc w:val="left"/>
        <w:rPr>
          <w:color w:val="9EB060" w:themeColor="text2" w:themeTint="99"/>
        </w:rPr>
      </w:pPr>
      <w:sdt>
        <w:sdtPr>
          <w:rPr>
            <w:color w:val="9EB060" w:themeColor="text2" w:themeTint="99"/>
          </w:rPr>
          <w:id w:val="841976995"/>
          <w:placeholder>
            <w:docPart w:val="CA4CF6FB6AA6426F831AB8E1C023F32B"/>
          </w:placeholder>
          <w:showingPlcHdr/>
          <w15:appearance w15:val="hidden"/>
        </w:sdtPr>
        <w:sdtEndPr/>
        <w:sdtContent>
          <w:r w:rsidR="00C63D6B" w:rsidRPr="009B2EF3">
            <w:rPr>
              <w:rFonts w:ascii="Roboto" w:hAnsi="Roboto"/>
              <w:color w:val="000000" w:themeColor="text1"/>
            </w:rPr>
            <w:t>[Your School PTA Minutes]</w:t>
          </w:r>
        </w:sdtContent>
      </w:sdt>
    </w:p>
    <w:p w:rsidR="00A9002A" w:rsidRDefault="00C63D6B" w:rsidP="009B2EF3">
      <w:pPr>
        <w:pBdr>
          <w:top w:val="single" w:sz="4" w:space="1" w:color="444D26" w:themeColor="text2"/>
        </w:pBdr>
      </w:pPr>
      <w:r w:rsidRPr="009B2EF3">
        <w:rPr>
          <w:rStyle w:val="IntenseEmphasis"/>
          <w:i w:val="0"/>
          <w:color w:val="808080" w:themeColor="background1" w:themeShade="80"/>
        </w:rPr>
        <w:t>Date | time</w:t>
      </w:r>
      <w:r w:rsidRPr="009B2EF3">
        <w:rPr>
          <w:color w:val="808080" w:themeColor="background1" w:themeShade="80"/>
        </w:rPr>
        <w:t xml:space="preserve"> </w:t>
      </w:r>
      <w:sdt>
        <w:sdtPr>
          <w:id w:val="705675763"/>
          <w:placeholder>
            <w:docPart w:val="A23B1D49A5A84D329EE95CFEE57E668F"/>
          </w:placeholder>
          <w:showingPlcHdr/>
          <w:date>
            <w:dateFormat w:val="M/d/yyyy h:mm am/pm"/>
            <w:lid w:val="en-US"/>
            <w:storeMappedDataAs w:val="dateTime"/>
            <w:calendar w:val="gregorian"/>
          </w:date>
        </w:sdtPr>
        <w:sdtEndPr/>
        <w:sdtContent>
          <w:r w:rsidRPr="009B2EF3">
            <w:rPr>
              <w:color w:val="000000" w:themeColor="text1"/>
            </w:rPr>
            <w:t>[Date | time]</w:t>
          </w:r>
        </w:sdtContent>
      </w:sdt>
      <w:r>
        <w:t xml:space="preserve"> | </w:t>
      </w:r>
      <w:r w:rsidRPr="009B2EF3">
        <w:rPr>
          <w:rStyle w:val="IntenseEmphasis"/>
          <w:i w:val="0"/>
          <w:color w:val="808080" w:themeColor="background1" w:themeShade="80"/>
        </w:rPr>
        <w:t>Meeting called to order by</w:t>
      </w:r>
      <w:r w:rsidRPr="009B2EF3">
        <w:rPr>
          <w:color w:val="808080" w:themeColor="background1" w:themeShade="80"/>
        </w:rPr>
        <w:t xml:space="preserve"> </w:t>
      </w:r>
      <w:sdt>
        <w:sdtPr>
          <w:alias w:val="Name"/>
          <w:tag w:val="Name"/>
          <w:id w:val="-845941156"/>
          <w:placeholder>
            <w:docPart w:val="8BD6789C3F674AEEB0A83DFED4E4E9B5"/>
          </w:placeholder>
          <w:showingPlcHdr/>
          <w15:color w:val="CCFF66"/>
          <w15:appearance w15:val="hidden"/>
        </w:sdtPr>
        <w:sdtEndPr/>
        <w:sdtContent>
          <w:r w:rsidRPr="009B2EF3">
            <w:rPr>
              <w:color w:val="000000" w:themeColor="text1"/>
            </w:rPr>
            <w:t>[Name]</w:t>
          </w:r>
        </w:sdtContent>
      </w:sdt>
    </w:p>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In Attendance</w:t>
      </w:r>
    </w:p>
    <w:p w:rsidR="00A9002A" w:rsidRDefault="000137AE">
      <w:sdt>
        <w:sdtPr>
          <w:id w:val="-1191140197"/>
          <w:placeholder>
            <w:docPart w:val="E8FE38C535464763934F195AF4AD87A0"/>
          </w:placeholder>
          <w:temporary/>
          <w:showingPlcHdr/>
          <w15:color w:val="99CC00"/>
          <w15:appearance w15:val="hidden"/>
        </w:sdtPr>
        <w:sdtEndPr/>
        <w:sdtContent>
          <w:r w:rsidR="00C63D6B" w:rsidRPr="009B2EF3">
            <w:rPr>
              <w:rFonts w:ascii="Book Antiqua" w:hAnsi="Book Antiqua"/>
              <w:color w:val="000000" w:themeColor="text1"/>
            </w:rPr>
            <w:t>[List attendees]</w:t>
          </w:r>
        </w:sdtContent>
      </w:sdt>
    </w:p>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Approval of Minutes</w:t>
      </w:r>
    </w:p>
    <w:p w:rsidR="00A9002A" w:rsidRDefault="000137AE">
      <w:sdt>
        <w:sdtPr>
          <w:id w:val="1484117050"/>
          <w:placeholder>
            <w:docPart w:val="B0BC6004957641EDAE4FCEB20E733640"/>
          </w:placeholder>
          <w:temporary/>
          <w:showingPlcHdr/>
          <w15:appearance w15:val="hidden"/>
        </w:sdtPr>
        <w:sdtEndPr/>
        <w:sdtContent>
          <w:r w:rsidR="00C63D6B" w:rsidRPr="009B2EF3">
            <w:rPr>
              <w:rFonts w:ascii="Book Antiqua" w:hAnsi="Book Antiqua"/>
              <w:color w:val="000000" w:themeColor="text1"/>
            </w:rPr>
            <w:t>The minutes were read from the August meeting and approved.</w:t>
          </w:r>
        </w:sdtContent>
      </w:sdt>
    </w:p>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Board</w:t>
      </w:r>
    </w:p>
    <w:sdt>
      <w:sdtPr>
        <w:id w:val="-1205639010"/>
        <w:placeholder>
          <w:docPart w:val="98B55A62F2534E2CADEC105570467872"/>
        </w:placeholder>
        <w:temporary/>
        <w:showingPlcHdr/>
        <w15:appearance w15:val="hidden"/>
      </w:sdtPr>
      <w:sdtEndPr/>
      <w:sdtContent>
        <w:p w:rsidR="00A9002A" w:rsidRDefault="00C63D6B">
          <w:r w:rsidRPr="009B2EF3">
            <w:rPr>
              <w:rFonts w:ascii="Book Antiqua" w:hAnsi="Book Antiqua"/>
              <w:color w:val="000000" w:themeColor="text1"/>
            </w:rPr>
            <w:t>The Board, new principal, and guests were introduced. Kim Abercrombie was nominated as the new Secretary. A motion to elect Kim was made by Tony Wang and seconded by David Jaffe. All present voted in favor, and Kim Abercrombie was confirmed as the new Secretary.</w:t>
          </w:r>
        </w:p>
      </w:sdtContent>
    </w:sdt>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Advisory Committee</w:t>
      </w:r>
    </w:p>
    <w:sdt>
      <w:sdtPr>
        <w:id w:val="421614809"/>
        <w:placeholder>
          <w:docPart w:val="9D0482A9569648E896E2CD8BE735F628"/>
        </w:placeholder>
        <w:temporary/>
        <w:showingPlcHdr/>
        <w15:appearance w15:val="hidden"/>
      </w:sdtPr>
      <w:sdtEndPr/>
      <w:sdtContent>
        <w:p w:rsidR="00A9002A" w:rsidRDefault="00C63D6B">
          <w:r w:rsidRPr="009B2EF3">
            <w:rPr>
              <w:rFonts w:ascii="Book Antiqua" w:hAnsi="Book Antiqua"/>
              <w:color w:val="000000" w:themeColor="text1"/>
            </w:rPr>
            <w:t>There are a number of parent openings on the Advisory Committee. These openings were listed in the most recent newsletter. Three parents indicated an interest in serving on the committee. Erik Andersen will follow up with those parents and do some additional recruiting to fill these openings.</w:t>
          </w:r>
        </w:p>
      </w:sdtContent>
    </w:sdt>
    <w:p w:rsidR="00A9002A" w:rsidRPr="009B2EF3" w:rsidRDefault="00C63D6B" w:rsidP="009B2EF3">
      <w:pPr>
        <w:pStyle w:val="Heading1"/>
        <w:pBdr>
          <w:top w:val="none" w:sz="0" w:space="0" w:color="auto"/>
          <w:bottom w:val="single" w:sz="6" w:space="1" w:color="E7BC29" w:themeColor="accent3"/>
        </w:pBdr>
        <w:tabs>
          <w:tab w:val="left" w:pos="4052"/>
        </w:tabs>
        <w:rPr>
          <w:rFonts w:ascii="Quantico" w:hAnsi="Quantico"/>
          <w:color w:val="808080" w:themeColor="background1" w:themeShade="80"/>
        </w:rPr>
      </w:pPr>
      <w:r w:rsidRPr="009B2EF3">
        <w:rPr>
          <w:rFonts w:ascii="Quantico" w:hAnsi="Quantico"/>
          <w:color w:val="808080" w:themeColor="background1" w:themeShade="80"/>
        </w:rPr>
        <w:t>Budget</w:t>
      </w:r>
    </w:p>
    <w:sdt>
      <w:sdtPr>
        <w:id w:val="-534663259"/>
        <w:placeholder>
          <w:docPart w:val="E9F60807DAAD4B64B207538C52D4B44C"/>
        </w:placeholder>
        <w:temporary/>
        <w:showingPlcHdr/>
        <w15:appearance w15:val="hidden"/>
      </w:sdtPr>
      <w:sdtEndPr/>
      <w:sdtContent>
        <w:p w:rsidR="00A9002A" w:rsidRDefault="00C63D6B">
          <w:r w:rsidRPr="009B2EF3">
            <w:rPr>
              <w:rFonts w:ascii="Book Antiqua" w:hAnsi="Book Antiqua"/>
              <w:color w:val="000000" w:themeColor="text1"/>
            </w:rPr>
            <w:t>The budget for the current school year was distributed by Kim Ralls, PTA Treasurer, and reviewed by the board and PTA members at the last meeting. In tonight’s meeting, David Jaffe made a motion to approve the budget which was seconded by Rachel Valdez. All present voted in favor of approving the budget as presented.</w:t>
          </w:r>
        </w:p>
      </w:sdtContent>
    </w:sdt>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Principal’s Report</w:t>
      </w:r>
    </w:p>
    <w:sdt>
      <w:sdtPr>
        <w:id w:val="-1567866904"/>
        <w:placeholder>
          <w:docPart w:val="EE64F0866FBC40AA9B7753291D4C1B11"/>
        </w:placeholder>
        <w:temporary/>
        <w:showingPlcHdr/>
        <w15:appearance w15:val="hidden"/>
      </w:sdtPr>
      <w:sdtEndPr/>
      <w:sdtContent>
        <w:p w:rsidR="00A9002A" w:rsidRDefault="00C63D6B">
          <w:r w:rsidRPr="009B2EF3">
            <w:rPr>
              <w:rFonts w:ascii="Book Antiqua" w:hAnsi="Book Antiqua"/>
              <w:color w:val="000000" w:themeColor="text1"/>
            </w:rPr>
            <w:t>Principal Jeff Hay presented his report.</w:t>
          </w:r>
        </w:p>
      </w:sdtContent>
    </w:sdt>
    <w:p w:rsidR="00A9002A" w:rsidRPr="009B2EF3" w:rsidRDefault="00C63D6B">
      <w:pPr>
        <w:pStyle w:val="Heading2"/>
        <w:rPr>
          <w:color w:val="808080" w:themeColor="background1" w:themeShade="80"/>
        </w:rPr>
      </w:pPr>
      <w:r w:rsidRPr="009B2EF3">
        <w:rPr>
          <w:color w:val="808080" w:themeColor="background1" w:themeShade="80"/>
        </w:rPr>
        <w:t>New Business</w:t>
      </w:r>
    </w:p>
    <w:sdt>
      <w:sdtPr>
        <w:id w:val="-135808301"/>
        <w:placeholder>
          <w:docPart w:val="6757480DF5504D3680131FF8F97BDAF4"/>
        </w:placeholder>
        <w:temporary/>
        <w:showingPlcHdr/>
        <w15:appearance w15:val="hidden"/>
      </w:sdtPr>
      <w:sdtEndPr/>
      <w:sdtContent>
        <w:p w:rsidR="00A9002A" w:rsidRPr="009B2EF3" w:rsidRDefault="00C63D6B">
          <w:pPr>
            <w:pStyle w:val="ListBullet"/>
            <w:rPr>
              <w:rFonts w:ascii="Book Antiqua" w:hAnsi="Book Antiqua"/>
              <w:color w:val="000000" w:themeColor="text1"/>
            </w:rPr>
          </w:pPr>
          <w:r w:rsidRPr="009B2EF3">
            <w:rPr>
              <w:rFonts w:ascii="Book Antiqua" w:hAnsi="Book Antiqua"/>
              <w:color w:val="000000" w:themeColor="text1"/>
            </w:rPr>
            <w:t>Recap of Back to School night – September 9</w:t>
          </w:r>
        </w:p>
        <w:p w:rsidR="00A9002A" w:rsidRPr="009B2EF3" w:rsidRDefault="00C63D6B">
          <w:pPr>
            <w:pStyle w:val="ListBullet"/>
            <w:rPr>
              <w:rFonts w:ascii="Book Antiqua" w:hAnsi="Book Antiqua"/>
              <w:color w:val="000000" w:themeColor="text1"/>
            </w:rPr>
          </w:pPr>
          <w:r w:rsidRPr="009B2EF3">
            <w:rPr>
              <w:rFonts w:ascii="Book Antiqua" w:hAnsi="Book Antiqua"/>
              <w:color w:val="000000" w:themeColor="text1"/>
            </w:rPr>
            <w:t>Parent Education Programs – Counselors</w:t>
          </w:r>
        </w:p>
        <w:p w:rsidR="00A9002A" w:rsidRDefault="00C63D6B" w:rsidP="009B2EF3">
          <w:pPr>
            <w:pStyle w:val="ListBullet"/>
          </w:pPr>
          <w:r w:rsidRPr="009B2EF3">
            <w:rPr>
              <w:rFonts w:ascii="Book Antiqua" w:hAnsi="Book Antiqua"/>
              <w:color w:val="000000" w:themeColor="text1"/>
            </w:rPr>
            <w:t>Teacher Grants Application Process – Oakdale Schools Foundation</w:t>
          </w:r>
        </w:p>
      </w:sdtContent>
    </w:sdt>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Committee Reports</w:t>
      </w:r>
    </w:p>
    <w:sdt>
      <w:sdtPr>
        <w:id w:val="-1945068104"/>
        <w:placeholder>
          <w:docPart w:val="AA5577406D2341EA807FD7A014EBA025"/>
        </w:placeholder>
        <w:temporary/>
        <w:showingPlcHdr/>
        <w15:appearance w15:val="hidden"/>
      </w:sdtPr>
      <w:sdtEndPr/>
      <w:sdtContent>
        <w:p w:rsidR="00A9002A" w:rsidRDefault="00C63D6B">
          <w:r w:rsidRPr="009B2EF3">
            <w:rPr>
              <w:color w:val="808080" w:themeColor="background1" w:themeShade="80"/>
            </w:rPr>
            <w:t>Committee reports</w:t>
          </w:r>
        </w:p>
      </w:sdtContent>
    </w:sdt>
    <w:sdt>
      <w:sdtPr>
        <w:id w:val="900633897"/>
        <w:placeholder>
          <w:docPart w:val="B4C94E2137C4410A9DFBD61A9DCA3C06"/>
        </w:placeholder>
        <w:temporary/>
        <w:showingPlcHdr/>
        <w15:appearance w15:val="hidden"/>
      </w:sdtPr>
      <w:sdtEndPr/>
      <w:sdtContent>
        <w:p w:rsidR="00A9002A" w:rsidRPr="009B2EF3" w:rsidRDefault="00C63D6B">
          <w:pPr>
            <w:pStyle w:val="ListBullet"/>
            <w:rPr>
              <w:rFonts w:ascii="Book Antiqua" w:hAnsi="Book Antiqua"/>
              <w:color w:val="000000" w:themeColor="text1"/>
            </w:rPr>
          </w:pPr>
          <w:r w:rsidRPr="009B2EF3">
            <w:rPr>
              <w:rFonts w:ascii="Book Antiqua" w:hAnsi="Book Antiqua"/>
              <w:color w:val="000000" w:themeColor="text1"/>
            </w:rPr>
            <w:t>Membership</w:t>
          </w:r>
        </w:p>
        <w:p w:rsidR="00A9002A" w:rsidRPr="009B2EF3" w:rsidRDefault="00C63D6B">
          <w:pPr>
            <w:pStyle w:val="ListBullet"/>
            <w:rPr>
              <w:rFonts w:ascii="Book Antiqua" w:hAnsi="Book Antiqua"/>
              <w:color w:val="000000" w:themeColor="text1"/>
            </w:rPr>
          </w:pPr>
          <w:r w:rsidRPr="009B2EF3">
            <w:rPr>
              <w:rFonts w:ascii="Book Antiqua" w:hAnsi="Book Antiqua"/>
              <w:color w:val="000000" w:themeColor="text1"/>
            </w:rPr>
            <w:t>Volunteers</w:t>
          </w:r>
        </w:p>
        <w:p w:rsidR="00A9002A" w:rsidRPr="009B2EF3" w:rsidRDefault="00C63D6B">
          <w:pPr>
            <w:pStyle w:val="ListBullet"/>
            <w:rPr>
              <w:rFonts w:ascii="Book Antiqua" w:hAnsi="Book Antiqua"/>
              <w:color w:val="000000" w:themeColor="text1"/>
            </w:rPr>
          </w:pPr>
          <w:r w:rsidRPr="009B2EF3">
            <w:rPr>
              <w:rFonts w:ascii="Book Antiqua" w:hAnsi="Book Antiqua"/>
              <w:color w:val="000000" w:themeColor="text1"/>
            </w:rPr>
            <w:t>Newsletter</w:t>
          </w:r>
        </w:p>
        <w:p w:rsidR="00A9002A" w:rsidRDefault="00C63D6B">
          <w:pPr>
            <w:pStyle w:val="ListBullet"/>
          </w:pPr>
          <w:r w:rsidRPr="009B2EF3">
            <w:rPr>
              <w:rFonts w:ascii="Book Antiqua" w:hAnsi="Book Antiqua"/>
              <w:color w:val="000000" w:themeColor="text1"/>
            </w:rPr>
            <w:t>Computer Support</w:t>
          </w:r>
        </w:p>
      </w:sdtContent>
    </w:sdt>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Announcements</w:t>
      </w:r>
    </w:p>
    <w:sdt>
      <w:sdtPr>
        <w:id w:val="-355112893"/>
        <w:placeholder>
          <w:docPart w:val="109328D72F6D4E228AF09D82CA8B0F93"/>
        </w:placeholder>
        <w:temporary/>
        <w:showingPlcHdr/>
        <w15:appearance w15:val="hidden"/>
      </w:sdtPr>
      <w:sdtEndPr/>
      <w:sdtContent>
        <w:p w:rsidR="00A9002A" w:rsidRDefault="00C63D6B">
          <w:r w:rsidRPr="009B2EF3">
            <w:rPr>
              <w:rFonts w:ascii="Book Antiqua" w:hAnsi="Book Antiqua"/>
              <w:color w:val="000000" w:themeColor="text1"/>
            </w:rPr>
            <w:t>[Announcements]</w:t>
          </w:r>
        </w:p>
      </w:sdtContent>
    </w:sdt>
    <w:p w:rsidR="00A9002A" w:rsidRPr="009B2EF3" w:rsidRDefault="00C63D6B" w:rsidP="009B2EF3">
      <w:pPr>
        <w:pStyle w:val="Heading1"/>
        <w:pBdr>
          <w:top w:val="none" w:sz="0" w:space="0" w:color="auto"/>
          <w:bottom w:val="single" w:sz="6" w:space="1" w:color="E7BC29" w:themeColor="accent3"/>
        </w:pBdr>
        <w:rPr>
          <w:rFonts w:ascii="Quantico" w:hAnsi="Quantico"/>
          <w:color w:val="808080" w:themeColor="background1" w:themeShade="80"/>
        </w:rPr>
      </w:pPr>
      <w:r w:rsidRPr="009B2EF3">
        <w:rPr>
          <w:rFonts w:ascii="Quantico" w:hAnsi="Quantico"/>
          <w:color w:val="808080" w:themeColor="background1" w:themeShade="80"/>
        </w:rPr>
        <w:t>Next Meeting</w:t>
      </w:r>
    </w:p>
    <w:p w:rsidR="00A9002A" w:rsidRDefault="000137AE">
      <w:sdt>
        <w:sdtPr>
          <w:id w:val="520059650"/>
          <w:placeholder>
            <w:docPart w:val="A23B1D49A5A84D329EE95CFEE57E668F"/>
          </w:placeholder>
          <w:showingPlcHdr/>
          <w:date>
            <w:dateFormat w:val="M/d/yyyy h:mm am/pm"/>
            <w:lid w:val="en-US"/>
            <w:storeMappedDataAs w:val="dateTime"/>
            <w:calendar w:val="gregorian"/>
          </w:date>
        </w:sdtPr>
        <w:sdtEndPr/>
        <w:sdtContent>
          <w:r w:rsidR="009B2EF3" w:rsidRPr="009B2EF3">
            <w:rPr>
              <w:color w:val="000000" w:themeColor="text1"/>
            </w:rPr>
            <w:t>[Date | time]</w:t>
          </w:r>
        </w:sdtContent>
      </w:sdt>
      <w:r w:rsidR="00C63D6B">
        <w:t xml:space="preserve">, </w:t>
      </w:r>
      <w:sdt>
        <w:sdtPr>
          <w:id w:val="1638528997"/>
          <w:placeholder>
            <w:docPart w:val="1448A944D1714D2B9CF98B52F2EEEA07"/>
          </w:placeholder>
          <w:temporary/>
          <w:showingPlcHdr/>
          <w15:appearance w15:val="hidden"/>
        </w:sdtPr>
        <w:sdtEndPr/>
        <w:sdtContent>
          <w:r w:rsidR="00C63D6B" w:rsidRPr="009B2EF3">
            <w:rPr>
              <w:rFonts w:ascii="Book Antiqua" w:hAnsi="Book Antiqua"/>
              <w:color w:val="000000" w:themeColor="text1"/>
            </w:rPr>
            <w:t>[Location]</w:t>
          </w:r>
        </w:sdtContent>
      </w:sdt>
    </w:p>
    <w:sdt>
      <w:sdtPr>
        <w:id w:val="550500904"/>
        <w:placeholder>
          <w:docPart w:val="A2C4E6A80BCD4CEC92B5522BEBF76D15"/>
        </w:placeholder>
        <w:temporary/>
        <w:showingPlcHdr/>
        <w15:appearance w15:val="hidden"/>
      </w:sdtPr>
      <w:sdtEndPr/>
      <w:sdtContent>
        <w:bookmarkStart w:id="0" w:name="_GoBack" w:displacedByCustomXml="prev"/>
        <w:p w:rsidR="00A9002A" w:rsidRDefault="00C63D6B">
          <w:r w:rsidRPr="009B2EF3">
            <w:rPr>
              <w:rFonts w:ascii="Book Antiqua" w:hAnsi="Book Antiqua"/>
              <w:color w:val="000000" w:themeColor="text1"/>
            </w:rPr>
            <w:t>Motion to adjourn was made at 9:00 p.m. and was passed unanimously.</w:t>
          </w:r>
        </w:p>
        <w:bookmarkEnd w:id="0" w:displacedByCustomXml="next"/>
      </w:sdtContent>
    </w:sdt>
    <w:sectPr w:rsidR="00A9002A" w:rsidSect="0025360D">
      <w:pgSz w:w="11907" w:h="16839" w:code="9"/>
      <w:pgMar w:top="0" w:right="720" w:bottom="4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7AE" w:rsidRDefault="000137AE">
      <w:r>
        <w:separator/>
      </w:r>
    </w:p>
  </w:endnote>
  <w:endnote w:type="continuationSeparator" w:id="0">
    <w:p w:rsidR="000137AE" w:rsidRDefault="0001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charset w:val="00"/>
    <w:family w:val="roman"/>
    <w:pitch w:val="variable"/>
    <w:sig w:usb0="E0000287" w:usb1="40000013" w:usb2="00000000" w:usb3="00000000" w:csb0="0000019F" w:csb1="00000000"/>
  </w:font>
  <w:font w:name="Century Gothic">
    <w:charset w:val="00"/>
    <w:family w:val="swiss"/>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Quantico">
    <w:charset w:val="00"/>
    <w:family w:val="auto"/>
    <w:pitch w:val="variable"/>
    <w:sig w:usb0="A000002F" w:usb1="5000004A" w:usb2="00000000" w:usb3="00000000" w:csb0="00000111" w:csb1="00000000"/>
  </w:font>
  <w:font w:name="Book Antiqua">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7AE" w:rsidRDefault="000137AE">
      <w:r>
        <w:separator/>
      </w:r>
    </w:p>
  </w:footnote>
  <w:footnote w:type="continuationSeparator" w:id="0">
    <w:p w:rsidR="000137AE" w:rsidRDefault="00013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22B27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0F2B3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6C665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D22F0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C616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81E793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02506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2A4CC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94CC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4E53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34415"/>
    <w:multiLevelType w:val="hybridMultilevel"/>
    <w:tmpl w:val="A350C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0F2C5B"/>
    <w:multiLevelType w:val="hybridMultilevel"/>
    <w:tmpl w:val="A45C0A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736AB"/>
    <w:multiLevelType w:val="hybridMultilevel"/>
    <w:tmpl w:val="1C263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4B4A15"/>
    <w:multiLevelType w:val="hybridMultilevel"/>
    <w:tmpl w:val="5AC48772"/>
    <w:lvl w:ilvl="0" w:tplc="4D8EA244">
      <w:start w:val="1"/>
      <w:numFmt w:val="bullet"/>
      <w:lvlText w:val=""/>
      <w:lvlJc w:val="left"/>
      <w:pPr>
        <w:tabs>
          <w:tab w:val="num" w:pos="360"/>
        </w:tabs>
        <w:ind w:left="360" w:hanging="360"/>
      </w:pPr>
      <w:rPr>
        <w:rFonts w:ascii="Symbol" w:hAnsi="Symbol" w:hint="default"/>
        <w:color w:val="9EB06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363BCE"/>
    <w:multiLevelType w:val="hybridMultilevel"/>
    <w:tmpl w:val="29B0C0B6"/>
    <w:lvl w:ilvl="0" w:tplc="04090001">
      <w:start w:val="1"/>
      <w:numFmt w:val="bullet"/>
      <w:lvlText w:val=""/>
      <w:lvlJc w:val="left"/>
      <w:pPr>
        <w:tabs>
          <w:tab w:val="num" w:pos="360"/>
        </w:tabs>
        <w:ind w:left="360" w:hanging="360"/>
      </w:pPr>
      <w:rPr>
        <w:rFonts w:ascii="Symbol" w:hAnsi="Symbol" w:hint="default"/>
        <w:color w:val="9EB06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6E0447"/>
    <w:multiLevelType w:val="hybridMultilevel"/>
    <w:tmpl w:val="B3F8B7D0"/>
    <w:lvl w:ilvl="0" w:tplc="04090001">
      <w:start w:val="1"/>
      <w:numFmt w:val="bullet"/>
      <w:lvlText w:val=""/>
      <w:lvlJc w:val="left"/>
      <w:pPr>
        <w:tabs>
          <w:tab w:val="num" w:pos="360"/>
        </w:tabs>
        <w:ind w:left="360" w:hanging="360"/>
      </w:pPr>
      <w:rPr>
        <w:rFonts w:ascii="Symbol" w:hAnsi="Symbol" w:hint="default"/>
        <w:color w:val="9EB06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35FA5"/>
    <w:multiLevelType w:val="hybridMultilevel"/>
    <w:tmpl w:val="2EC48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D771C"/>
    <w:multiLevelType w:val="hybridMultilevel"/>
    <w:tmpl w:val="6D200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72A34"/>
    <w:multiLevelType w:val="hybridMultilevel"/>
    <w:tmpl w:val="04CC4962"/>
    <w:lvl w:ilvl="0" w:tplc="C9461C7C">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1A40D1"/>
    <w:multiLevelType w:val="hybridMultilevel"/>
    <w:tmpl w:val="A2262A70"/>
    <w:lvl w:ilvl="0" w:tplc="224AEFDE">
      <w:start w:val="1"/>
      <w:numFmt w:val="bullet"/>
      <w:pStyle w:val="List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11"/>
  </w:num>
  <w:num w:numId="4">
    <w:abstractNumId w:val="10"/>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9"/>
  </w:num>
  <w:num w:numId="18">
    <w:abstractNumId w:val="14"/>
  </w:num>
  <w:num w:numId="19">
    <w:abstractNumId w:val="15"/>
  </w:num>
  <w:num w:numId="20">
    <w:abstractNumId w:val="1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removePersonalInformation/>
  <w:removeDateAndTime/>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E01"/>
    <w:rsid w:val="000137AE"/>
    <w:rsid w:val="0018691F"/>
    <w:rsid w:val="0025360D"/>
    <w:rsid w:val="00324BE3"/>
    <w:rsid w:val="005C6E01"/>
    <w:rsid w:val="00704A56"/>
    <w:rsid w:val="00707499"/>
    <w:rsid w:val="009B2EF3"/>
    <w:rsid w:val="009F0FB2"/>
    <w:rsid w:val="00A9002A"/>
    <w:rsid w:val="00AB689F"/>
    <w:rsid w:val="00C63D6B"/>
    <w:rsid w:val="00CA52F9"/>
    <w:rsid w:val="00CC0E21"/>
    <w:rsid w:val="00D23C57"/>
    <w:rsid w:val="00D80576"/>
    <w:rsid w:val="00DB7D0F"/>
    <w:rsid w:val="00F67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qFormat="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before="100" w:after="100" w:line="240" w:lineRule="auto"/>
    </w:pPr>
    <w:rPr>
      <w:sz w:val="21"/>
      <w:szCs w:val="21"/>
    </w:rPr>
  </w:style>
  <w:style w:type="paragraph" w:styleId="Heading1">
    <w:name w:val="heading 1"/>
    <w:basedOn w:val="Normal"/>
    <w:next w:val="Normal"/>
    <w:unhideWhenUsed/>
    <w:qFormat/>
    <w:pPr>
      <w:pBdr>
        <w:top w:val="single" w:sz="4" w:space="1" w:color="E7BC29" w:themeColor="accent3"/>
        <w:bottom w:val="single" w:sz="12" w:space="1" w:color="E7BC29" w:themeColor="accent3"/>
      </w:pBdr>
      <w:spacing w:before="240" w:after="240"/>
      <w:outlineLvl w:val="0"/>
    </w:pPr>
    <w:rPr>
      <w:rFonts w:asciiTheme="majorHAnsi" w:eastAsiaTheme="majorEastAsia" w:hAnsiTheme="majorHAnsi" w:cstheme="majorBidi"/>
      <w:color w:val="E7BC29" w:themeColor="accent3"/>
      <w:sz w:val="24"/>
      <w:szCs w:val="24"/>
    </w:rPr>
  </w:style>
  <w:style w:type="paragraph" w:styleId="Heading2">
    <w:name w:val="heading 2"/>
    <w:basedOn w:val="Normal"/>
    <w:next w:val="Normal"/>
    <w:unhideWhenUsed/>
    <w:qFormat/>
    <w:pPr>
      <w:outlineLvl w:val="1"/>
    </w:pPr>
    <w:rPr>
      <w:rFonts w:asciiTheme="majorHAnsi" w:eastAsiaTheme="majorEastAsia" w:hAnsiTheme="majorHAnsi" w:cstheme="majorBidi"/>
      <w:color w:val="A5B592" w:themeColor="accent1"/>
    </w:rPr>
  </w:style>
  <w:style w:type="paragraph" w:styleId="Heading3">
    <w:name w:val="heading 3"/>
    <w:basedOn w:val="Normal"/>
    <w:next w:val="Normal"/>
    <w:link w:val="Heading3Char"/>
    <w:uiPriority w:val="9"/>
    <w:unhideWhenUsed/>
    <w:pPr>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sz w:val="21"/>
      <w:szCs w:val="21"/>
    </w:rPr>
  </w:style>
  <w:style w:type="character" w:styleId="PlaceholderText">
    <w:name w:val="Placeholder Text"/>
    <w:basedOn w:val="DefaultParagraphFont"/>
    <w:uiPriority w:val="99"/>
    <w:semiHidden/>
    <w:qFormat/>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tabs>
        <w:tab w:val="center" w:pos="4680"/>
        <w:tab w:val="right" w:pos="9360"/>
      </w:tabs>
      <w:spacing w:before="0" w:after="0"/>
      <w:jc w:val="right"/>
    </w:pPr>
  </w:style>
  <w:style w:type="character" w:customStyle="1" w:styleId="FooterChar">
    <w:name w:val="Footer Char"/>
    <w:basedOn w:val="DefaultParagraphFont"/>
    <w:link w:val="Footer"/>
    <w:uiPriority w:val="1"/>
    <w:rPr>
      <w:sz w:val="21"/>
      <w:szCs w:val="21"/>
    </w:rPr>
  </w:style>
  <w:style w:type="paragraph" w:styleId="Title">
    <w:name w:val="Title"/>
    <w:basedOn w:val="Normal"/>
    <w:next w:val="Normal"/>
    <w:qFormat/>
    <w:pPr>
      <w:jc w:val="right"/>
    </w:pPr>
    <w:rPr>
      <w:rFonts w:asciiTheme="majorHAnsi" w:eastAsiaTheme="majorEastAsia" w:hAnsiTheme="majorHAnsi" w:cstheme="majorBidi"/>
      <w:b/>
      <w:bCs/>
      <w:caps/>
      <w:sz w:val="72"/>
      <w:szCs w:val="72"/>
      <w14:textFill>
        <w14:gradFill>
          <w14:gsLst>
            <w14:gs w14:pos="0">
              <w14:schemeClr w14:val="tx2"/>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style>
  <w:style w:type="table" w:styleId="ListTable6Colorful">
    <w:name w:val="List Table 6 Colorful"/>
    <w:basedOn w:val="TableNormal"/>
    <w:uiPriority w:val="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CellMar>
        <w:top w:w="29" w:type="dxa"/>
        <w:bottom w:w="29"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Bullet">
    <w:name w:val="List Bullet"/>
    <w:basedOn w:val="Normal"/>
    <w:unhideWhenUsed/>
    <w:qFormat/>
    <w:pPr>
      <w:numPr>
        <w:numId w:val="21"/>
      </w:numPr>
      <w:contextualSpacing/>
    </w:pPr>
  </w:style>
  <w:style w:type="paragraph" w:styleId="Subtitle">
    <w:name w:val="Subtitle"/>
    <w:basedOn w:val="Normal"/>
    <w:next w:val="Normal"/>
    <w:qFormat/>
    <w:pPr>
      <w:spacing w:after="120"/>
      <w:jc w:val="right"/>
    </w:pPr>
    <w:rPr>
      <w:rFonts w:asciiTheme="majorHAnsi" w:eastAsiaTheme="majorEastAsia" w:hAnsiTheme="majorHAnsi" w:cstheme="majorBidi"/>
      <w:color w:val="444D26" w:themeColor="text2"/>
      <w:sz w:val="32"/>
      <w:szCs w:val="32"/>
    </w:rPr>
  </w:style>
  <w:style w:type="paragraph" w:styleId="Header">
    <w:name w:val="header"/>
    <w:basedOn w:val="Normal"/>
    <w:link w:val="HeaderChar"/>
    <w:uiPriority w:val="99"/>
    <w:unhideWhenUsed/>
    <w:rsid w:val="00CA52F9"/>
    <w:pPr>
      <w:tabs>
        <w:tab w:val="center" w:pos="4680"/>
        <w:tab w:val="right" w:pos="9360"/>
      </w:tabs>
      <w:spacing w:before="0" w:after="0"/>
    </w:pPr>
  </w:style>
  <w:style w:type="character" w:customStyle="1" w:styleId="HeaderChar">
    <w:name w:val="Header Char"/>
    <w:basedOn w:val="DefaultParagraphFont"/>
    <w:link w:val="Header"/>
    <w:uiPriority w:val="99"/>
    <w:rsid w:val="00CA52F9"/>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ueBerry%20Labs\Downloads\meeting-minutes-template-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4CF6FB6AA6426F831AB8E1C023F32B"/>
        <w:category>
          <w:name w:val="General"/>
          <w:gallery w:val="placeholder"/>
        </w:category>
        <w:types>
          <w:type w:val="bbPlcHdr"/>
        </w:types>
        <w:behaviors>
          <w:behavior w:val="content"/>
        </w:behaviors>
        <w:guid w:val="{8927589A-5BAB-4435-80A2-2B53953354F2}"/>
      </w:docPartPr>
      <w:docPartBody>
        <w:p w:rsidR="00C12617" w:rsidRDefault="0058643C" w:rsidP="0058643C">
          <w:pPr>
            <w:pStyle w:val="CA4CF6FB6AA6426F831AB8E1C023F32B2"/>
          </w:pPr>
          <w:r w:rsidRPr="009B2EF3">
            <w:rPr>
              <w:rFonts w:ascii="Roboto" w:hAnsi="Roboto"/>
              <w:color w:val="8496B0" w:themeColor="text2" w:themeTint="99"/>
            </w:rPr>
            <w:t>[Your School PTA Minutes]</w:t>
          </w:r>
        </w:p>
      </w:docPartBody>
    </w:docPart>
    <w:docPart>
      <w:docPartPr>
        <w:name w:val="A23B1D49A5A84D329EE95CFEE57E668F"/>
        <w:category>
          <w:name w:val="General"/>
          <w:gallery w:val="placeholder"/>
        </w:category>
        <w:types>
          <w:type w:val="bbPlcHdr"/>
        </w:types>
        <w:behaviors>
          <w:behavior w:val="content"/>
        </w:behaviors>
        <w:guid w:val="{771D3D37-3DF2-48AC-922D-39C69291BC7C}"/>
      </w:docPartPr>
      <w:docPartBody>
        <w:p w:rsidR="00C12617" w:rsidRDefault="0058643C" w:rsidP="0058643C">
          <w:pPr>
            <w:pStyle w:val="A23B1D49A5A84D329EE95CFEE57E668F2"/>
          </w:pPr>
          <w:r w:rsidRPr="00CA52F9">
            <w:rPr>
              <w:color w:val="8496B0" w:themeColor="text2" w:themeTint="99"/>
            </w:rPr>
            <w:t>[Date | time]</w:t>
          </w:r>
        </w:p>
      </w:docPartBody>
    </w:docPart>
    <w:docPart>
      <w:docPartPr>
        <w:name w:val="8BD6789C3F674AEEB0A83DFED4E4E9B5"/>
        <w:category>
          <w:name w:val="General"/>
          <w:gallery w:val="placeholder"/>
        </w:category>
        <w:types>
          <w:type w:val="bbPlcHdr"/>
        </w:types>
        <w:behaviors>
          <w:behavior w:val="content"/>
        </w:behaviors>
        <w:guid w:val="{CAABCCC5-C60E-432B-943F-3A4055FD7C08}"/>
      </w:docPartPr>
      <w:docPartBody>
        <w:p w:rsidR="00C12617" w:rsidRDefault="0058643C" w:rsidP="0058643C">
          <w:pPr>
            <w:pStyle w:val="8BD6789C3F674AEEB0A83DFED4E4E9B52"/>
          </w:pPr>
          <w:r w:rsidRPr="00CA52F9">
            <w:rPr>
              <w:color w:val="8496B0" w:themeColor="text2" w:themeTint="99"/>
            </w:rPr>
            <w:t>[Name]</w:t>
          </w:r>
        </w:p>
      </w:docPartBody>
    </w:docPart>
    <w:docPart>
      <w:docPartPr>
        <w:name w:val="E8FE38C535464763934F195AF4AD87A0"/>
        <w:category>
          <w:name w:val="General"/>
          <w:gallery w:val="placeholder"/>
        </w:category>
        <w:types>
          <w:type w:val="bbPlcHdr"/>
        </w:types>
        <w:behaviors>
          <w:behavior w:val="content"/>
        </w:behaviors>
        <w:guid w:val="{C204AD6B-713D-4164-B48C-6303BBA33770}"/>
      </w:docPartPr>
      <w:docPartBody>
        <w:p w:rsidR="00C12617" w:rsidRDefault="0058643C" w:rsidP="0058643C">
          <w:pPr>
            <w:pStyle w:val="E8FE38C535464763934F195AF4AD87A02"/>
          </w:pPr>
          <w:r w:rsidRPr="00F67FE0">
            <w:rPr>
              <w:rFonts w:ascii="Book Antiqua" w:hAnsi="Book Antiqua"/>
              <w:color w:val="8496B0" w:themeColor="text2" w:themeTint="99"/>
            </w:rPr>
            <w:t>[List attendees]</w:t>
          </w:r>
        </w:p>
      </w:docPartBody>
    </w:docPart>
    <w:docPart>
      <w:docPartPr>
        <w:name w:val="B0BC6004957641EDAE4FCEB20E733640"/>
        <w:category>
          <w:name w:val="General"/>
          <w:gallery w:val="placeholder"/>
        </w:category>
        <w:types>
          <w:type w:val="bbPlcHdr"/>
        </w:types>
        <w:behaviors>
          <w:behavior w:val="content"/>
        </w:behaviors>
        <w:guid w:val="{031D1C85-D9DE-47F0-B1ED-BB3EA31EFA52}"/>
      </w:docPartPr>
      <w:docPartBody>
        <w:p w:rsidR="00C12617" w:rsidRDefault="0058643C" w:rsidP="0058643C">
          <w:pPr>
            <w:pStyle w:val="B0BC6004957641EDAE4FCEB20E7336402"/>
          </w:pPr>
          <w:r w:rsidRPr="00F67FE0">
            <w:rPr>
              <w:rFonts w:ascii="Book Antiqua" w:hAnsi="Book Antiqua"/>
              <w:color w:val="8496B0" w:themeColor="text2" w:themeTint="99"/>
            </w:rPr>
            <w:t>The minutes were read from the August meeting and approved.</w:t>
          </w:r>
        </w:p>
      </w:docPartBody>
    </w:docPart>
    <w:docPart>
      <w:docPartPr>
        <w:name w:val="98B55A62F2534E2CADEC105570467872"/>
        <w:category>
          <w:name w:val="General"/>
          <w:gallery w:val="placeholder"/>
        </w:category>
        <w:types>
          <w:type w:val="bbPlcHdr"/>
        </w:types>
        <w:behaviors>
          <w:behavior w:val="content"/>
        </w:behaviors>
        <w:guid w:val="{8FFBCD05-7434-4A40-B595-056B9F30C8BC}"/>
      </w:docPartPr>
      <w:docPartBody>
        <w:p w:rsidR="00C12617" w:rsidRDefault="0058643C" w:rsidP="0058643C">
          <w:pPr>
            <w:pStyle w:val="98B55A62F2534E2CADEC1055704678722"/>
          </w:pPr>
          <w:r w:rsidRPr="00F67FE0">
            <w:rPr>
              <w:rFonts w:ascii="Book Antiqua" w:hAnsi="Book Antiqua"/>
              <w:color w:val="8496B0" w:themeColor="text2" w:themeTint="99"/>
            </w:rPr>
            <w:t>The Board, new principal, and guests were introduced. Kim Abercrombie was nominated as the new Secretary. A motion to elect Kim was made by Tony Wang and seconded by David Jaffe. All present voted in favor, and Kim Abercrombie was confirmed as the new Secretary.</w:t>
          </w:r>
        </w:p>
      </w:docPartBody>
    </w:docPart>
    <w:docPart>
      <w:docPartPr>
        <w:name w:val="9D0482A9569648E896E2CD8BE735F628"/>
        <w:category>
          <w:name w:val="General"/>
          <w:gallery w:val="placeholder"/>
        </w:category>
        <w:types>
          <w:type w:val="bbPlcHdr"/>
        </w:types>
        <w:behaviors>
          <w:behavior w:val="content"/>
        </w:behaviors>
        <w:guid w:val="{C10C5527-7C0C-4C14-8D9A-1E1DD1B57783}"/>
      </w:docPartPr>
      <w:docPartBody>
        <w:p w:rsidR="00C12617" w:rsidRDefault="0058643C" w:rsidP="0058643C">
          <w:pPr>
            <w:pStyle w:val="9D0482A9569648E896E2CD8BE735F6282"/>
          </w:pPr>
          <w:r w:rsidRPr="00F67FE0">
            <w:rPr>
              <w:rFonts w:ascii="Book Antiqua" w:hAnsi="Book Antiqua"/>
              <w:color w:val="8496B0" w:themeColor="text2" w:themeTint="99"/>
            </w:rPr>
            <w:t>There are a number of parent openings on the Advisory Committee. These openings were listed in the most recent newsletter. Three parents indicated an interest in serving on the committee. Erik Andersen will follow up with those parents and do some additional recruiting to fill these openings.</w:t>
          </w:r>
        </w:p>
      </w:docPartBody>
    </w:docPart>
    <w:docPart>
      <w:docPartPr>
        <w:name w:val="E9F60807DAAD4B64B207538C52D4B44C"/>
        <w:category>
          <w:name w:val="General"/>
          <w:gallery w:val="placeholder"/>
        </w:category>
        <w:types>
          <w:type w:val="bbPlcHdr"/>
        </w:types>
        <w:behaviors>
          <w:behavior w:val="content"/>
        </w:behaviors>
        <w:guid w:val="{6D5AC26C-319C-4186-8EBB-B4EDCE758500}"/>
      </w:docPartPr>
      <w:docPartBody>
        <w:p w:rsidR="00C12617" w:rsidRDefault="0058643C" w:rsidP="0058643C">
          <w:pPr>
            <w:pStyle w:val="E9F60807DAAD4B64B207538C52D4B44C2"/>
          </w:pPr>
          <w:r w:rsidRPr="00F67FE0">
            <w:rPr>
              <w:rFonts w:ascii="Book Antiqua" w:hAnsi="Book Antiqua"/>
              <w:color w:val="8496B0" w:themeColor="text2" w:themeTint="99"/>
            </w:rPr>
            <w:t>The budget for the current school year was distributed by Kim Ralls, PTA Treasurer, and reviewed by the board and PTA members at the last meeting. In tonight’s meeting, David Jaffe made a motion to approve the budget which was seconded by Rachel Valdez. All present voted in favor of approving the budget as presented.</w:t>
          </w:r>
        </w:p>
      </w:docPartBody>
    </w:docPart>
    <w:docPart>
      <w:docPartPr>
        <w:name w:val="EE64F0866FBC40AA9B7753291D4C1B11"/>
        <w:category>
          <w:name w:val="General"/>
          <w:gallery w:val="placeholder"/>
        </w:category>
        <w:types>
          <w:type w:val="bbPlcHdr"/>
        </w:types>
        <w:behaviors>
          <w:behavior w:val="content"/>
        </w:behaviors>
        <w:guid w:val="{33DDA89A-0216-483C-91D2-D841860DD3AC}"/>
      </w:docPartPr>
      <w:docPartBody>
        <w:p w:rsidR="00C12617" w:rsidRDefault="0058643C" w:rsidP="0058643C">
          <w:pPr>
            <w:pStyle w:val="EE64F0866FBC40AA9B7753291D4C1B112"/>
          </w:pPr>
          <w:r w:rsidRPr="00F67FE0">
            <w:rPr>
              <w:rFonts w:ascii="Book Antiqua" w:hAnsi="Book Antiqua"/>
              <w:color w:val="8496B0" w:themeColor="text2" w:themeTint="99"/>
            </w:rPr>
            <w:t>Principal Jeff Hay presented his report.</w:t>
          </w:r>
        </w:p>
      </w:docPartBody>
    </w:docPart>
    <w:docPart>
      <w:docPartPr>
        <w:name w:val="6757480DF5504D3680131FF8F97BDAF4"/>
        <w:category>
          <w:name w:val="General"/>
          <w:gallery w:val="placeholder"/>
        </w:category>
        <w:types>
          <w:type w:val="bbPlcHdr"/>
        </w:types>
        <w:behaviors>
          <w:behavior w:val="content"/>
        </w:behaviors>
        <w:guid w:val="{A4CA71FD-D115-4D9C-9317-04288B69ACAA}"/>
      </w:docPartPr>
      <w:docPartBody>
        <w:p w:rsidR="0058643C" w:rsidRPr="00F67FE0" w:rsidRDefault="0058643C">
          <w:pPr>
            <w:pStyle w:val="ListBullet"/>
            <w:rPr>
              <w:rFonts w:ascii="Book Antiqua" w:hAnsi="Book Antiqua"/>
              <w:color w:val="8496B0" w:themeColor="text2" w:themeTint="99"/>
            </w:rPr>
          </w:pPr>
          <w:r w:rsidRPr="00F67FE0">
            <w:rPr>
              <w:rFonts w:ascii="Book Antiqua" w:hAnsi="Book Antiqua"/>
              <w:color w:val="8496B0" w:themeColor="text2" w:themeTint="99"/>
            </w:rPr>
            <w:t>Recap of Back to School night – September 9</w:t>
          </w:r>
        </w:p>
        <w:p w:rsidR="0058643C" w:rsidRPr="00F67FE0" w:rsidRDefault="0058643C">
          <w:pPr>
            <w:pStyle w:val="ListBullet"/>
            <w:rPr>
              <w:rFonts w:ascii="Book Antiqua" w:hAnsi="Book Antiqua"/>
              <w:color w:val="8496B0" w:themeColor="text2" w:themeTint="99"/>
            </w:rPr>
          </w:pPr>
          <w:r w:rsidRPr="00F67FE0">
            <w:rPr>
              <w:rFonts w:ascii="Book Antiqua" w:hAnsi="Book Antiqua"/>
              <w:color w:val="8496B0" w:themeColor="text2" w:themeTint="99"/>
            </w:rPr>
            <w:t>Parent Education Programs – Counselors</w:t>
          </w:r>
        </w:p>
        <w:p w:rsidR="00C12617" w:rsidRDefault="0058643C" w:rsidP="0058643C">
          <w:pPr>
            <w:pStyle w:val="6757480DF5504D3680131FF8F97BDAF42"/>
          </w:pPr>
          <w:r w:rsidRPr="00F67FE0">
            <w:rPr>
              <w:rFonts w:ascii="Book Antiqua" w:hAnsi="Book Antiqua"/>
              <w:color w:val="8496B0" w:themeColor="text2" w:themeTint="99"/>
            </w:rPr>
            <w:t>Teacher Grants Application Process – Oakdale Schools Foundation</w:t>
          </w:r>
        </w:p>
      </w:docPartBody>
    </w:docPart>
    <w:docPart>
      <w:docPartPr>
        <w:name w:val="AA5577406D2341EA807FD7A014EBA025"/>
        <w:category>
          <w:name w:val="General"/>
          <w:gallery w:val="placeholder"/>
        </w:category>
        <w:types>
          <w:type w:val="bbPlcHdr"/>
        </w:types>
        <w:behaviors>
          <w:behavior w:val="content"/>
        </w:behaviors>
        <w:guid w:val="{8C4252A9-8AAD-46B6-A65B-F4C0573E2E55}"/>
      </w:docPartPr>
      <w:docPartBody>
        <w:p w:rsidR="00C12617" w:rsidRDefault="0058643C" w:rsidP="0058643C">
          <w:pPr>
            <w:pStyle w:val="AA5577406D2341EA807FD7A014EBA0252"/>
          </w:pPr>
          <w:r w:rsidRPr="009B2EF3">
            <w:rPr>
              <w:color w:val="808080" w:themeColor="background1" w:themeShade="80"/>
            </w:rPr>
            <w:t>Committee reports</w:t>
          </w:r>
        </w:p>
      </w:docPartBody>
    </w:docPart>
    <w:docPart>
      <w:docPartPr>
        <w:name w:val="B4C94E2137C4410A9DFBD61A9DCA3C06"/>
        <w:category>
          <w:name w:val="General"/>
          <w:gallery w:val="placeholder"/>
        </w:category>
        <w:types>
          <w:type w:val="bbPlcHdr"/>
        </w:types>
        <w:behaviors>
          <w:behavior w:val="content"/>
        </w:behaviors>
        <w:guid w:val="{312EFA08-6947-4EFA-B881-7998C91FEA08}"/>
      </w:docPartPr>
      <w:docPartBody>
        <w:p w:rsidR="0058643C" w:rsidRPr="00F67FE0" w:rsidRDefault="0058643C">
          <w:pPr>
            <w:pStyle w:val="ListBullet"/>
            <w:rPr>
              <w:rFonts w:ascii="Book Antiqua" w:hAnsi="Book Antiqua"/>
              <w:color w:val="5B9BD5" w:themeColor="accent1"/>
            </w:rPr>
          </w:pPr>
          <w:r w:rsidRPr="00F67FE0">
            <w:rPr>
              <w:rFonts w:ascii="Book Antiqua" w:hAnsi="Book Antiqua"/>
              <w:color w:val="5B9BD5" w:themeColor="accent1"/>
            </w:rPr>
            <w:t>Membership</w:t>
          </w:r>
        </w:p>
        <w:p w:rsidR="0058643C" w:rsidRPr="00F67FE0" w:rsidRDefault="0058643C">
          <w:pPr>
            <w:pStyle w:val="ListBullet"/>
            <w:rPr>
              <w:rFonts w:ascii="Book Antiqua" w:hAnsi="Book Antiqua"/>
              <w:color w:val="5B9BD5" w:themeColor="accent1"/>
            </w:rPr>
          </w:pPr>
          <w:r w:rsidRPr="00F67FE0">
            <w:rPr>
              <w:rFonts w:ascii="Book Antiqua" w:hAnsi="Book Antiqua"/>
              <w:color w:val="5B9BD5" w:themeColor="accent1"/>
            </w:rPr>
            <w:t>Volunteers</w:t>
          </w:r>
        </w:p>
        <w:p w:rsidR="0058643C" w:rsidRPr="00F67FE0" w:rsidRDefault="0058643C">
          <w:pPr>
            <w:pStyle w:val="ListBullet"/>
            <w:rPr>
              <w:rFonts w:ascii="Book Antiqua" w:hAnsi="Book Antiqua"/>
              <w:color w:val="5B9BD5" w:themeColor="accent1"/>
            </w:rPr>
          </w:pPr>
          <w:r w:rsidRPr="00F67FE0">
            <w:rPr>
              <w:rFonts w:ascii="Book Antiqua" w:hAnsi="Book Antiqua"/>
              <w:color w:val="5B9BD5" w:themeColor="accent1"/>
            </w:rPr>
            <w:t>Newsletter</w:t>
          </w:r>
        </w:p>
        <w:p w:rsidR="00C12617" w:rsidRDefault="0058643C" w:rsidP="0058643C">
          <w:pPr>
            <w:pStyle w:val="B4C94E2137C4410A9DFBD61A9DCA3C062"/>
          </w:pPr>
          <w:r w:rsidRPr="00F67FE0">
            <w:rPr>
              <w:rFonts w:ascii="Book Antiqua" w:hAnsi="Book Antiqua"/>
              <w:color w:val="5B9BD5" w:themeColor="accent1"/>
            </w:rPr>
            <w:t>Computer Support</w:t>
          </w:r>
        </w:p>
      </w:docPartBody>
    </w:docPart>
    <w:docPart>
      <w:docPartPr>
        <w:name w:val="109328D72F6D4E228AF09D82CA8B0F93"/>
        <w:category>
          <w:name w:val="General"/>
          <w:gallery w:val="placeholder"/>
        </w:category>
        <w:types>
          <w:type w:val="bbPlcHdr"/>
        </w:types>
        <w:behaviors>
          <w:behavior w:val="content"/>
        </w:behaviors>
        <w:guid w:val="{230CB75C-3BAA-423C-BAFA-7F4FACC428C0}"/>
      </w:docPartPr>
      <w:docPartBody>
        <w:p w:rsidR="00C12617" w:rsidRDefault="0058643C" w:rsidP="0058643C">
          <w:pPr>
            <w:pStyle w:val="109328D72F6D4E228AF09D82CA8B0F932"/>
          </w:pPr>
          <w:r w:rsidRPr="00F67FE0">
            <w:rPr>
              <w:rFonts w:ascii="Book Antiqua" w:hAnsi="Book Antiqua"/>
              <w:color w:val="5B9BD5" w:themeColor="accent1"/>
            </w:rPr>
            <w:t>[Announcements]</w:t>
          </w:r>
        </w:p>
      </w:docPartBody>
    </w:docPart>
    <w:docPart>
      <w:docPartPr>
        <w:name w:val="1448A944D1714D2B9CF98B52F2EEEA07"/>
        <w:category>
          <w:name w:val="General"/>
          <w:gallery w:val="placeholder"/>
        </w:category>
        <w:types>
          <w:type w:val="bbPlcHdr"/>
        </w:types>
        <w:behaviors>
          <w:behavior w:val="content"/>
        </w:behaviors>
        <w:guid w:val="{99AEB391-697D-49F1-808C-B8FCCC8A51F5}"/>
      </w:docPartPr>
      <w:docPartBody>
        <w:p w:rsidR="00C12617" w:rsidRDefault="0058643C" w:rsidP="0058643C">
          <w:pPr>
            <w:pStyle w:val="1448A944D1714D2B9CF98B52F2EEEA072"/>
          </w:pPr>
          <w:r w:rsidRPr="00F67FE0">
            <w:rPr>
              <w:rFonts w:ascii="Book Antiqua" w:hAnsi="Book Antiqua"/>
              <w:color w:val="5B9BD5" w:themeColor="accent1"/>
            </w:rPr>
            <w:t>[Location]</w:t>
          </w:r>
        </w:p>
      </w:docPartBody>
    </w:docPart>
    <w:docPart>
      <w:docPartPr>
        <w:name w:val="A2C4E6A80BCD4CEC92B5522BEBF76D15"/>
        <w:category>
          <w:name w:val="General"/>
          <w:gallery w:val="placeholder"/>
        </w:category>
        <w:types>
          <w:type w:val="bbPlcHdr"/>
        </w:types>
        <w:behaviors>
          <w:behavior w:val="content"/>
        </w:behaviors>
        <w:guid w:val="{7EAC7C4C-4B52-4786-90E4-175D42516C4B}"/>
      </w:docPartPr>
      <w:docPartBody>
        <w:p w:rsidR="00C12617" w:rsidRDefault="0058643C" w:rsidP="0058643C">
          <w:pPr>
            <w:pStyle w:val="A2C4E6A80BCD4CEC92B5522BEBF76D152"/>
          </w:pPr>
          <w:r w:rsidRPr="00F67FE0">
            <w:rPr>
              <w:rFonts w:ascii="Book Antiqua" w:hAnsi="Book Antiqua"/>
              <w:color w:val="5B9BD5" w:themeColor="accent1"/>
            </w:rPr>
            <w:t>Motion to adjourn was made at 9:00 p.m. and was passed unanimously.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charset w:val="00"/>
    <w:family w:val="roman"/>
    <w:pitch w:val="variable"/>
    <w:sig w:usb0="E0000287" w:usb1="40000013" w:usb2="00000000" w:usb3="00000000" w:csb0="0000019F" w:csb1="00000000"/>
  </w:font>
  <w:font w:name="Century Gothic">
    <w:charset w:val="00"/>
    <w:family w:val="swiss"/>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Quantico">
    <w:charset w:val="00"/>
    <w:family w:val="auto"/>
    <w:pitch w:val="variable"/>
    <w:sig w:usb0="A000002F" w:usb1="5000004A" w:usb2="00000000" w:usb3="00000000" w:csb0="00000111" w:csb1="00000000"/>
  </w:font>
  <w:font w:name="Book Antiqua">
    <w:charset w:val="00"/>
    <w:family w:val="roman"/>
    <w:pitch w:val="variable"/>
    <w:sig w:usb0="00000287" w:usb1="00000000" w:usb2="00000000" w:usb3="00000000" w:csb0="0000009F" w:csb1="00000000"/>
  </w:font>
  <w:font w:name="Calibri">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96826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0F2C5B"/>
    <w:multiLevelType w:val="hybridMultilevel"/>
    <w:tmpl w:val="A45C0A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4B4A15"/>
    <w:multiLevelType w:val="hybridMultilevel"/>
    <w:tmpl w:val="A3FA5CE4"/>
    <w:lvl w:ilvl="0" w:tplc="4D8EA244">
      <w:start w:val="1"/>
      <w:numFmt w:val="bullet"/>
      <w:pStyle w:val="ListBullet"/>
      <w:lvlText w:val=""/>
      <w:lvlJc w:val="left"/>
      <w:pPr>
        <w:tabs>
          <w:tab w:val="num" w:pos="360"/>
        </w:tabs>
        <w:ind w:left="360" w:hanging="360"/>
      </w:pPr>
      <w:rPr>
        <w:rFonts w:ascii="Symbol" w:hAnsi="Symbol" w:hint="default"/>
        <w:color w:val="8496B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AA4825"/>
    <w:multiLevelType w:val="multilevel"/>
    <w:tmpl w:val="E8080E4E"/>
    <w:lvl w:ilvl="0">
      <w:start w:val="1"/>
      <w:numFmt w:val="decimal"/>
      <w:pStyle w:val="6757480DF5504D3680131FF8F97BDAF4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44C689B"/>
    <w:multiLevelType w:val="multilevel"/>
    <w:tmpl w:val="94A620D4"/>
    <w:lvl w:ilvl="0">
      <w:start w:val="1"/>
      <w:numFmt w:val="decimal"/>
      <w:pStyle w:val="6757480DF5504D3680131FF8F97BDAF4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4"/>
  </w:num>
  <w:num w:numId="4">
    <w:abstractNumId w:val="1"/>
  </w:num>
  <w:num w:numId="5">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D73"/>
    <w:rsid w:val="0058643C"/>
    <w:rsid w:val="006668AF"/>
    <w:rsid w:val="00932B37"/>
    <w:rsid w:val="00B571A6"/>
    <w:rsid w:val="00C12617"/>
    <w:rsid w:val="00DD3E3B"/>
    <w:rsid w:val="00EE5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4CF6FB6AA6426F831AB8E1C023F32B">
    <w:name w:val="CA4CF6FB6AA6426F831AB8E1C023F32B"/>
  </w:style>
  <w:style w:type="paragraph" w:customStyle="1" w:styleId="A23B1D49A5A84D329EE95CFEE57E668F">
    <w:name w:val="A23B1D49A5A84D329EE95CFEE57E668F"/>
  </w:style>
  <w:style w:type="paragraph" w:customStyle="1" w:styleId="8BD6789C3F674AEEB0A83DFED4E4E9B5">
    <w:name w:val="8BD6789C3F674AEEB0A83DFED4E4E9B5"/>
  </w:style>
  <w:style w:type="paragraph" w:customStyle="1" w:styleId="E8FE38C535464763934F195AF4AD87A0">
    <w:name w:val="E8FE38C535464763934F195AF4AD87A0"/>
  </w:style>
  <w:style w:type="paragraph" w:customStyle="1" w:styleId="B0BC6004957641EDAE4FCEB20E733640">
    <w:name w:val="B0BC6004957641EDAE4FCEB20E733640"/>
  </w:style>
  <w:style w:type="paragraph" w:customStyle="1" w:styleId="98B55A62F2534E2CADEC105570467872">
    <w:name w:val="98B55A62F2534E2CADEC105570467872"/>
  </w:style>
  <w:style w:type="paragraph" w:customStyle="1" w:styleId="9D0482A9569648E896E2CD8BE735F628">
    <w:name w:val="9D0482A9569648E896E2CD8BE735F628"/>
  </w:style>
  <w:style w:type="paragraph" w:customStyle="1" w:styleId="E9F60807DAAD4B64B207538C52D4B44C">
    <w:name w:val="E9F60807DAAD4B64B207538C52D4B44C"/>
  </w:style>
  <w:style w:type="paragraph" w:customStyle="1" w:styleId="EE64F0866FBC40AA9B7753291D4C1B11">
    <w:name w:val="EE64F0866FBC40AA9B7753291D4C1B11"/>
  </w:style>
  <w:style w:type="paragraph" w:styleId="ListBullet">
    <w:name w:val="List Bullet"/>
    <w:basedOn w:val="Normal"/>
    <w:unhideWhenUsed/>
    <w:qFormat/>
    <w:rsid w:val="0058643C"/>
    <w:pPr>
      <w:numPr>
        <w:numId w:val="2"/>
      </w:numPr>
      <w:spacing w:before="100" w:after="100" w:line="240" w:lineRule="auto"/>
      <w:contextualSpacing/>
    </w:pPr>
    <w:rPr>
      <w:sz w:val="21"/>
      <w:szCs w:val="21"/>
      <w:lang w:eastAsia="ja-JP"/>
    </w:rPr>
  </w:style>
  <w:style w:type="paragraph" w:customStyle="1" w:styleId="6757480DF5504D3680131FF8F97BDAF4">
    <w:name w:val="6757480DF5504D3680131FF8F97BDAF4"/>
  </w:style>
  <w:style w:type="paragraph" w:customStyle="1" w:styleId="AA5577406D2341EA807FD7A014EBA025">
    <w:name w:val="AA5577406D2341EA807FD7A014EBA025"/>
  </w:style>
  <w:style w:type="paragraph" w:customStyle="1" w:styleId="B4C94E2137C4410A9DFBD61A9DCA3C06">
    <w:name w:val="B4C94E2137C4410A9DFBD61A9DCA3C06"/>
  </w:style>
  <w:style w:type="paragraph" w:customStyle="1" w:styleId="109328D72F6D4E228AF09D82CA8B0F93">
    <w:name w:val="109328D72F6D4E228AF09D82CA8B0F93"/>
  </w:style>
  <w:style w:type="paragraph" w:customStyle="1" w:styleId="1448A944D1714D2B9CF98B52F2EEEA07">
    <w:name w:val="1448A944D1714D2B9CF98B52F2EEEA07"/>
  </w:style>
  <w:style w:type="paragraph" w:customStyle="1" w:styleId="A2C4E6A80BCD4CEC92B5522BEBF76D15">
    <w:name w:val="A2C4E6A80BCD4CEC92B5522BEBF76D15"/>
  </w:style>
  <w:style w:type="character" w:styleId="PlaceholderText">
    <w:name w:val="Placeholder Text"/>
    <w:basedOn w:val="DefaultParagraphFont"/>
    <w:uiPriority w:val="99"/>
    <w:semiHidden/>
    <w:qFormat/>
    <w:rsid w:val="0058643C"/>
    <w:rPr>
      <w:color w:val="808080"/>
    </w:rPr>
  </w:style>
  <w:style w:type="paragraph" w:customStyle="1" w:styleId="CA4CF6FB6AA6426F831AB8E1C023F32B1">
    <w:name w:val="CA4CF6FB6AA6426F831AB8E1C023F32B1"/>
    <w:rsid w:val="00C12617"/>
    <w:pPr>
      <w:spacing w:before="100" w:after="120" w:line="240" w:lineRule="auto"/>
      <w:jc w:val="right"/>
    </w:pPr>
    <w:rPr>
      <w:rFonts w:asciiTheme="majorHAnsi" w:eastAsiaTheme="majorEastAsia" w:hAnsiTheme="majorHAnsi" w:cstheme="majorBidi"/>
      <w:color w:val="44546A" w:themeColor="text2"/>
      <w:sz w:val="32"/>
      <w:szCs w:val="32"/>
      <w:lang w:eastAsia="ja-JP"/>
    </w:rPr>
  </w:style>
  <w:style w:type="paragraph" w:customStyle="1" w:styleId="A23B1D49A5A84D329EE95CFEE57E668F1">
    <w:name w:val="A23B1D49A5A84D329EE95CFEE57E668F1"/>
    <w:rsid w:val="00C12617"/>
    <w:pPr>
      <w:spacing w:before="100" w:after="100" w:line="240" w:lineRule="auto"/>
    </w:pPr>
    <w:rPr>
      <w:sz w:val="21"/>
      <w:szCs w:val="21"/>
      <w:lang w:eastAsia="ja-JP"/>
    </w:rPr>
  </w:style>
  <w:style w:type="paragraph" w:customStyle="1" w:styleId="8BD6789C3F674AEEB0A83DFED4E4E9B51">
    <w:name w:val="8BD6789C3F674AEEB0A83DFED4E4E9B51"/>
    <w:rsid w:val="00C12617"/>
    <w:pPr>
      <w:spacing w:before="100" w:after="100" w:line="240" w:lineRule="auto"/>
    </w:pPr>
    <w:rPr>
      <w:sz w:val="21"/>
      <w:szCs w:val="21"/>
      <w:lang w:eastAsia="ja-JP"/>
    </w:rPr>
  </w:style>
  <w:style w:type="paragraph" w:customStyle="1" w:styleId="E8FE38C535464763934F195AF4AD87A01">
    <w:name w:val="E8FE38C535464763934F195AF4AD87A01"/>
    <w:rsid w:val="00C12617"/>
    <w:pPr>
      <w:spacing w:before="100" w:after="100" w:line="240" w:lineRule="auto"/>
    </w:pPr>
    <w:rPr>
      <w:sz w:val="21"/>
      <w:szCs w:val="21"/>
      <w:lang w:eastAsia="ja-JP"/>
    </w:rPr>
  </w:style>
  <w:style w:type="paragraph" w:customStyle="1" w:styleId="B0BC6004957641EDAE4FCEB20E7336401">
    <w:name w:val="B0BC6004957641EDAE4FCEB20E7336401"/>
    <w:rsid w:val="00C12617"/>
    <w:pPr>
      <w:spacing w:before="100" w:after="100" w:line="240" w:lineRule="auto"/>
    </w:pPr>
    <w:rPr>
      <w:sz w:val="21"/>
      <w:szCs w:val="21"/>
      <w:lang w:eastAsia="ja-JP"/>
    </w:rPr>
  </w:style>
  <w:style w:type="paragraph" w:customStyle="1" w:styleId="98B55A62F2534E2CADEC1055704678721">
    <w:name w:val="98B55A62F2534E2CADEC1055704678721"/>
    <w:rsid w:val="00C12617"/>
    <w:pPr>
      <w:spacing w:before="100" w:after="100" w:line="240" w:lineRule="auto"/>
    </w:pPr>
    <w:rPr>
      <w:sz w:val="21"/>
      <w:szCs w:val="21"/>
      <w:lang w:eastAsia="ja-JP"/>
    </w:rPr>
  </w:style>
  <w:style w:type="paragraph" w:customStyle="1" w:styleId="9D0482A9569648E896E2CD8BE735F6281">
    <w:name w:val="9D0482A9569648E896E2CD8BE735F6281"/>
    <w:rsid w:val="00C12617"/>
    <w:pPr>
      <w:spacing w:before="100" w:after="100" w:line="240" w:lineRule="auto"/>
    </w:pPr>
    <w:rPr>
      <w:sz w:val="21"/>
      <w:szCs w:val="21"/>
      <w:lang w:eastAsia="ja-JP"/>
    </w:rPr>
  </w:style>
  <w:style w:type="paragraph" w:customStyle="1" w:styleId="E9F60807DAAD4B64B207538C52D4B44C1">
    <w:name w:val="E9F60807DAAD4B64B207538C52D4B44C1"/>
    <w:rsid w:val="00C12617"/>
    <w:pPr>
      <w:spacing w:before="100" w:after="100" w:line="240" w:lineRule="auto"/>
    </w:pPr>
    <w:rPr>
      <w:sz w:val="21"/>
      <w:szCs w:val="21"/>
      <w:lang w:eastAsia="ja-JP"/>
    </w:rPr>
  </w:style>
  <w:style w:type="paragraph" w:customStyle="1" w:styleId="EE64F0866FBC40AA9B7753291D4C1B111">
    <w:name w:val="EE64F0866FBC40AA9B7753291D4C1B111"/>
    <w:rsid w:val="00C12617"/>
    <w:pPr>
      <w:spacing w:before="100" w:after="100" w:line="240" w:lineRule="auto"/>
    </w:pPr>
    <w:rPr>
      <w:sz w:val="21"/>
      <w:szCs w:val="21"/>
      <w:lang w:eastAsia="ja-JP"/>
    </w:rPr>
  </w:style>
  <w:style w:type="paragraph" w:styleId="Header">
    <w:name w:val="header"/>
    <w:basedOn w:val="Normal"/>
    <w:link w:val="HeaderChar"/>
    <w:uiPriority w:val="99"/>
    <w:unhideWhenUsed/>
    <w:rsid w:val="00C12617"/>
    <w:pPr>
      <w:tabs>
        <w:tab w:val="center" w:pos="4680"/>
        <w:tab w:val="right" w:pos="9360"/>
      </w:tabs>
      <w:spacing w:after="0" w:line="240" w:lineRule="auto"/>
    </w:pPr>
    <w:rPr>
      <w:sz w:val="21"/>
      <w:szCs w:val="21"/>
      <w:lang w:eastAsia="ja-JP"/>
    </w:rPr>
  </w:style>
  <w:style w:type="character" w:customStyle="1" w:styleId="HeaderChar">
    <w:name w:val="Header Char"/>
    <w:basedOn w:val="DefaultParagraphFont"/>
    <w:link w:val="Header"/>
    <w:uiPriority w:val="99"/>
    <w:rsid w:val="00C12617"/>
    <w:rPr>
      <w:sz w:val="21"/>
      <w:szCs w:val="21"/>
      <w:lang w:eastAsia="ja-JP"/>
    </w:rPr>
  </w:style>
  <w:style w:type="paragraph" w:customStyle="1" w:styleId="6757480DF5504D3680131FF8F97BDAF41">
    <w:name w:val="6757480DF5504D3680131FF8F97BDAF41"/>
    <w:rsid w:val="00C12617"/>
    <w:pPr>
      <w:numPr>
        <w:numId w:val="3"/>
      </w:numPr>
      <w:spacing w:before="100" w:after="100" w:line="240" w:lineRule="auto"/>
      <w:ind w:left="360" w:hanging="360"/>
      <w:contextualSpacing/>
    </w:pPr>
    <w:rPr>
      <w:sz w:val="21"/>
      <w:szCs w:val="21"/>
      <w:lang w:eastAsia="ja-JP"/>
    </w:rPr>
  </w:style>
  <w:style w:type="paragraph" w:customStyle="1" w:styleId="AA5577406D2341EA807FD7A014EBA0251">
    <w:name w:val="AA5577406D2341EA807FD7A014EBA0251"/>
    <w:rsid w:val="00C12617"/>
    <w:pPr>
      <w:spacing w:before="100" w:after="100" w:line="240" w:lineRule="auto"/>
    </w:pPr>
    <w:rPr>
      <w:sz w:val="21"/>
      <w:szCs w:val="21"/>
      <w:lang w:eastAsia="ja-JP"/>
    </w:rPr>
  </w:style>
  <w:style w:type="paragraph" w:customStyle="1" w:styleId="B4C94E2137C4410A9DFBD61A9DCA3C061">
    <w:name w:val="B4C94E2137C4410A9DFBD61A9DCA3C061"/>
    <w:rsid w:val="00C12617"/>
    <w:pPr>
      <w:tabs>
        <w:tab w:val="num" w:pos="720"/>
      </w:tabs>
      <w:spacing w:before="100" w:after="100" w:line="240" w:lineRule="auto"/>
      <w:ind w:left="360" w:hanging="360"/>
      <w:contextualSpacing/>
    </w:pPr>
    <w:rPr>
      <w:sz w:val="21"/>
      <w:szCs w:val="21"/>
      <w:lang w:eastAsia="ja-JP"/>
    </w:rPr>
  </w:style>
  <w:style w:type="paragraph" w:customStyle="1" w:styleId="109328D72F6D4E228AF09D82CA8B0F931">
    <w:name w:val="109328D72F6D4E228AF09D82CA8B0F931"/>
    <w:rsid w:val="00C12617"/>
    <w:pPr>
      <w:spacing w:before="100" w:after="100" w:line="240" w:lineRule="auto"/>
    </w:pPr>
    <w:rPr>
      <w:sz w:val="21"/>
      <w:szCs w:val="21"/>
      <w:lang w:eastAsia="ja-JP"/>
    </w:rPr>
  </w:style>
  <w:style w:type="paragraph" w:customStyle="1" w:styleId="1448A944D1714D2B9CF98B52F2EEEA071">
    <w:name w:val="1448A944D1714D2B9CF98B52F2EEEA071"/>
    <w:rsid w:val="00C12617"/>
    <w:pPr>
      <w:spacing w:before="100" w:after="100" w:line="240" w:lineRule="auto"/>
    </w:pPr>
    <w:rPr>
      <w:sz w:val="21"/>
      <w:szCs w:val="21"/>
      <w:lang w:eastAsia="ja-JP"/>
    </w:rPr>
  </w:style>
  <w:style w:type="paragraph" w:customStyle="1" w:styleId="A2C4E6A80BCD4CEC92B5522BEBF76D151">
    <w:name w:val="A2C4E6A80BCD4CEC92B5522BEBF76D151"/>
    <w:rsid w:val="00C12617"/>
    <w:pPr>
      <w:spacing w:before="100" w:after="100" w:line="240" w:lineRule="auto"/>
    </w:pPr>
    <w:rPr>
      <w:sz w:val="21"/>
      <w:szCs w:val="21"/>
      <w:lang w:eastAsia="ja-JP"/>
    </w:rPr>
  </w:style>
  <w:style w:type="paragraph" w:customStyle="1" w:styleId="CA4CF6FB6AA6426F831AB8E1C023F32B2">
    <w:name w:val="CA4CF6FB6AA6426F831AB8E1C023F32B2"/>
    <w:rsid w:val="0058643C"/>
    <w:pPr>
      <w:spacing w:before="100" w:after="120" w:line="240" w:lineRule="auto"/>
      <w:jc w:val="right"/>
    </w:pPr>
    <w:rPr>
      <w:rFonts w:asciiTheme="majorHAnsi" w:eastAsiaTheme="majorEastAsia" w:hAnsiTheme="majorHAnsi" w:cstheme="majorBidi"/>
      <w:color w:val="44546A" w:themeColor="text2"/>
      <w:sz w:val="32"/>
      <w:szCs w:val="32"/>
      <w:lang w:eastAsia="ja-JP"/>
    </w:rPr>
  </w:style>
  <w:style w:type="paragraph" w:customStyle="1" w:styleId="A23B1D49A5A84D329EE95CFEE57E668F2">
    <w:name w:val="A23B1D49A5A84D329EE95CFEE57E668F2"/>
    <w:rsid w:val="0058643C"/>
    <w:pPr>
      <w:spacing w:before="100" w:after="100" w:line="240" w:lineRule="auto"/>
    </w:pPr>
    <w:rPr>
      <w:sz w:val="21"/>
      <w:szCs w:val="21"/>
      <w:lang w:eastAsia="ja-JP"/>
    </w:rPr>
  </w:style>
  <w:style w:type="paragraph" w:customStyle="1" w:styleId="8BD6789C3F674AEEB0A83DFED4E4E9B52">
    <w:name w:val="8BD6789C3F674AEEB0A83DFED4E4E9B52"/>
    <w:rsid w:val="0058643C"/>
    <w:pPr>
      <w:spacing w:before="100" w:after="100" w:line="240" w:lineRule="auto"/>
    </w:pPr>
    <w:rPr>
      <w:sz w:val="21"/>
      <w:szCs w:val="21"/>
      <w:lang w:eastAsia="ja-JP"/>
    </w:rPr>
  </w:style>
  <w:style w:type="paragraph" w:customStyle="1" w:styleId="E8FE38C535464763934F195AF4AD87A02">
    <w:name w:val="E8FE38C535464763934F195AF4AD87A02"/>
    <w:rsid w:val="0058643C"/>
    <w:pPr>
      <w:spacing w:before="100" w:after="100" w:line="240" w:lineRule="auto"/>
    </w:pPr>
    <w:rPr>
      <w:sz w:val="21"/>
      <w:szCs w:val="21"/>
      <w:lang w:eastAsia="ja-JP"/>
    </w:rPr>
  </w:style>
  <w:style w:type="paragraph" w:customStyle="1" w:styleId="B0BC6004957641EDAE4FCEB20E7336402">
    <w:name w:val="B0BC6004957641EDAE4FCEB20E7336402"/>
    <w:rsid w:val="0058643C"/>
    <w:pPr>
      <w:spacing w:before="100" w:after="100" w:line="240" w:lineRule="auto"/>
    </w:pPr>
    <w:rPr>
      <w:sz w:val="21"/>
      <w:szCs w:val="21"/>
      <w:lang w:eastAsia="ja-JP"/>
    </w:rPr>
  </w:style>
  <w:style w:type="paragraph" w:customStyle="1" w:styleId="98B55A62F2534E2CADEC1055704678722">
    <w:name w:val="98B55A62F2534E2CADEC1055704678722"/>
    <w:rsid w:val="0058643C"/>
    <w:pPr>
      <w:spacing w:before="100" w:after="100" w:line="240" w:lineRule="auto"/>
    </w:pPr>
    <w:rPr>
      <w:sz w:val="21"/>
      <w:szCs w:val="21"/>
      <w:lang w:eastAsia="ja-JP"/>
    </w:rPr>
  </w:style>
  <w:style w:type="paragraph" w:customStyle="1" w:styleId="9D0482A9569648E896E2CD8BE735F6282">
    <w:name w:val="9D0482A9569648E896E2CD8BE735F6282"/>
    <w:rsid w:val="0058643C"/>
    <w:pPr>
      <w:spacing w:before="100" w:after="100" w:line="240" w:lineRule="auto"/>
    </w:pPr>
    <w:rPr>
      <w:sz w:val="21"/>
      <w:szCs w:val="21"/>
      <w:lang w:eastAsia="ja-JP"/>
    </w:rPr>
  </w:style>
  <w:style w:type="paragraph" w:customStyle="1" w:styleId="E9F60807DAAD4B64B207538C52D4B44C2">
    <w:name w:val="E9F60807DAAD4B64B207538C52D4B44C2"/>
    <w:rsid w:val="0058643C"/>
    <w:pPr>
      <w:spacing w:before="100" w:after="100" w:line="240" w:lineRule="auto"/>
    </w:pPr>
    <w:rPr>
      <w:sz w:val="21"/>
      <w:szCs w:val="21"/>
      <w:lang w:eastAsia="ja-JP"/>
    </w:rPr>
  </w:style>
  <w:style w:type="paragraph" w:customStyle="1" w:styleId="EE64F0866FBC40AA9B7753291D4C1B112">
    <w:name w:val="EE64F0866FBC40AA9B7753291D4C1B112"/>
    <w:rsid w:val="0058643C"/>
    <w:pPr>
      <w:spacing w:before="100" w:after="100" w:line="240" w:lineRule="auto"/>
    </w:pPr>
    <w:rPr>
      <w:sz w:val="21"/>
      <w:szCs w:val="21"/>
      <w:lang w:eastAsia="ja-JP"/>
    </w:rPr>
  </w:style>
  <w:style w:type="paragraph" w:customStyle="1" w:styleId="6757480DF5504D3680131FF8F97BDAF42">
    <w:name w:val="6757480DF5504D3680131FF8F97BDAF42"/>
    <w:rsid w:val="0058643C"/>
    <w:pPr>
      <w:numPr>
        <w:numId w:val="5"/>
      </w:numPr>
      <w:spacing w:before="100" w:after="100" w:line="240" w:lineRule="auto"/>
      <w:ind w:left="360" w:hanging="360"/>
      <w:contextualSpacing/>
    </w:pPr>
    <w:rPr>
      <w:sz w:val="21"/>
      <w:szCs w:val="21"/>
      <w:lang w:eastAsia="ja-JP"/>
    </w:rPr>
  </w:style>
  <w:style w:type="paragraph" w:customStyle="1" w:styleId="AA5577406D2341EA807FD7A014EBA0252">
    <w:name w:val="AA5577406D2341EA807FD7A014EBA0252"/>
    <w:rsid w:val="0058643C"/>
    <w:pPr>
      <w:spacing w:before="100" w:after="100" w:line="240" w:lineRule="auto"/>
    </w:pPr>
    <w:rPr>
      <w:sz w:val="21"/>
      <w:szCs w:val="21"/>
      <w:lang w:eastAsia="ja-JP"/>
    </w:rPr>
  </w:style>
  <w:style w:type="paragraph" w:customStyle="1" w:styleId="B4C94E2137C4410A9DFBD61A9DCA3C062">
    <w:name w:val="B4C94E2137C4410A9DFBD61A9DCA3C062"/>
    <w:rsid w:val="0058643C"/>
    <w:pPr>
      <w:tabs>
        <w:tab w:val="num" w:pos="720"/>
      </w:tabs>
      <w:spacing w:before="100" w:after="100" w:line="240" w:lineRule="auto"/>
      <w:ind w:left="360" w:hanging="360"/>
      <w:contextualSpacing/>
    </w:pPr>
    <w:rPr>
      <w:sz w:val="21"/>
      <w:szCs w:val="21"/>
      <w:lang w:eastAsia="ja-JP"/>
    </w:rPr>
  </w:style>
  <w:style w:type="paragraph" w:customStyle="1" w:styleId="109328D72F6D4E228AF09D82CA8B0F932">
    <w:name w:val="109328D72F6D4E228AF09D82CA8B0F932"/>
    <w:rsid w:val="0058643C"/>
    <w:pPr>
      <w:spacing w:before="100" w:after="100" w:line="240" w:lineRule="auto"/>
    </w:pPr>
    <w:rPr>
      <w:sz w:val="21"/>
      <w:szCs w:val="21"/>
      <w:lang w:eastAsia="ja-JP"/>
    </w:rPr>
  </w:style>
  <w:style w:type="paragraph" w:customStyle="1" w:styleId="1448A944D1714D2B9CF98B52F2EEEA072">
    <w:name w:val="1448A944D1714D2B9CF98B52F2EEEA072"/>
    <w:rsid w:val="0058643C"/>
    <w:pPr>
      <w:spacing w:before="100" w:after="100" w:line="240" w:lineRule="auto"/>
    </w:pPr>
    <w:rPr>
      <w:sz w:val="21"/>
      <w:szCs w:val="21"/>
      <w:lang w:eastAsia="ja-JP"/>
    </w:rPr>
  </w:style>
  <w:style w:type="paragraph" w:customStyle="1" w:styleId="A2C4E6A80BCD4CEC92B5522BEBF76D152">
    <w:name w:val="A2C4E6A80BCD4CEC92B5522BEBF76D152"/>
    <w:rsid w:val="0058643C"/>
    <w:pPr>
      <w:spacing w:before="100" w:after="100" w:line="240" w:lineRule="auto"/>
    </w:pPr>
    <w:rPr>
      <w:sz w:val="21"/>
      <w:szCs w:val="21"/>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TA Agenda">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Century Gothic-Palatino Linotype">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ntegralV7">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42448713-48CF-40FF-A256-E269CDCF584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7CA4BA6-2E1D-4206-8CED-54D47EC1FB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meeting-minutes-template-2</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2016-04-13T04:53:00Z</dcterms:created>
  <dcterms:modified xsi:type="dcterms:W3CDTF">2016-07-19T06:05:00Z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TC034630889991</vt:lpwstr>
  </property>
</Properties>
</file>