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1B477A" w:rsidRDefault="00DF10B9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fi-FI"/>
        </w:rPr>
        <w:t>HOITOSOPIMUSLOMAKE - KOIRAN ULKOILUTUS</w:t>
      </w:r>
    </w:p>
    <w:p w:rsidR="00A81849" w:rsidRDefault="00DF10B9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3255"/>
        <w:gridCol w:w="1706"/>
        <w:gridCol w:w="2007"/>
        <w:gridCol w:w="2008"/>
      </w:tblGrid>
      <w:tr w:rsidR="0024397D" w:rsidTr="001C6BFF">
        <w:tc>
          <w:tcPr>
            <w:tcW w:w="1560" w:type="dxa"/>
            <w:gridSpan w:val="2"/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fi-FI"/>
              </w:rPr>
              <w:t>Päivämäärät:</w:t>
            </w:r>
          </w:p>
        </w:tc>
        <w:tc>
          <w:tcPr>
            <w:tcW w:w="3255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1C6BFF" w:rsidRPr="00A81849" w:rsidRDefault="00DF10B9" w:rsidP="005453F2">
            <w:pPr>
              <w:rPr>
                <w:szCs w:val="16"/>
                <w:lang w:val="en-US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A81849">
              <w:rPr>
                <w:rFonts w:cstheme="minorHAnsi"/>
                <w:szCs w:val="16"/>
                <w:lang w:val="fi-FI"/>
              </w:rPr>
              <w:t xml:space="preserve">  toistuva:</w:t>
            </w:r>
          </w:p>
        </w:tc>
        <w:tc>
          <w:tcPr>
            <w:tcW w:w="2007" w:type="dxa"/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K / E - viikonpäivä(t):</w:t>
            </w:r>
          </w:p>
        </w:tc>
        <w:tc>
          <w:tcPr>
            <w:tcW w:w="2008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</w:p>
        </w:tc>
      </w:tr>
      <w:tr w:rsidR="0024397D" w:rsidTr="001C6BFF">
        <w:tc>
          <w:tcPr>
            <w:tcW w:w="1560" w:type="dxa"/>
            <w:gridSpan w:val="2"/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Tuontiaika:</w:t>
            </w:r>
          </w:p>
        </w:tc>
        <w:tc>
          <w:tcPr>
            <w:tcW w:w="325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2007" w:type="dxa"/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2008" w:type="dxa"/>
            <w:tcBorders>
              <w:top w:val="dotted" w:sz="4" w:space="0" w:color="A6A6A6" w:themeColor="background1" w:themeShade="A6"/>
            </w:tcBorders>
          </w:tcPr>
          <w:p w:rsidR="001C6BFF" w:rsidRPr="00A81849" w:rsidRDefault="00DF10B9" w:rsidP="00A81849">
            <w:pPr>
              <w:rPr>
                <w:szCs w:val="16"/>
                <w:lang w:val="en-US"/>
              </w:rPr>
            </w:pPr>
          </w:p>
        </w:tc>
      </w:tr>
      <w:tr w:rsidR="0024397D" w:rsidTr="005453F2">
        <w:tc>
          <w:tcPr>
            <w:tcW w:w="1560" w:type="dxa"/>
            <w:gridSpan w:val="2"/>
          </w:tcPr>
          <w:p w:rsidR="005453F2" w:rsidRPr="00A81849" w:rsidRDefault="00DF10B9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fi-FI"/>
              </w:rPr>
              <w:t>Hakuaika:</w:t>
            </w:r>
          </w:p>
        </w:tc>
        <w:tc>
          <w:tcPr>
            <w:tcW w:w="325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453F2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5453F2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4015" w:type="dxa"/>
            <w:gridSpan w:val="2"/>
          </w:tcPr>
          <w:p w:rsidR="005453F2" w:rsidRPr="00A81849" w:rsidRDefault="00DF10B9" w:rsidP="00A81849">
            <w:pPr>
              <w:rPr>
                <w:szCs w:val="16"/>
                <w:lang w:val="en-US"/>
              </w:rPr>
            </w:pPr>
          </w:p>
        </w:tc>
      </w:tr>
      <w:tr w:rsidR="0024397D" w:rsidTr="008072E9">
        <w:tc>
          <w:tcPr>
            <w:tcW w:w="1560" w:type="dxa"/>
            <w:gridSpan w:val="2"/>
          </w:tcPr>
          <w:p w:rsidR="00A81849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3255" w:type="dxa"/>
            <w:tcBorders>
              <w:top w:val="dotted" w:sz="4" w:space="0" w:color="A6A6A6" w:themeColor="background1" w:themeShade="A6"/>
            </w:tcBorders>
          </w:tcPr>
          <w:p w:rsidR="00A81849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1706" w:type="dxa"/>
            <w:tcMar>
              <w:left w:w="227" w:type="dxa"/>
            </w:tcMar>
          </w:tcPr>
          <w:p w:rsidR="00A81849" w:rsidRPr="00A81849" w:rsidRDefault="00DF10B9" w:rsidP="00A81849">
            <w:pPr>
              <w:rPr>
                <w:szCs w:val="16"/>
                <w:lang w:val="en-US"/>
              </w:rPr>
            </w:pPr>
          </w:p>
        </w:tc>
        <w:tc>
          <w:tcPr>
            <w:tcW w:w="4015" w:type="dxa"/>
            <w:gridSpan w:val="2"/>
          </w:tcPr>
          <w:p w:rsidR="00A81849" w:rsidRPr="00A81849" w:rsidRDefault="00DF10B9" w:rsidP="00A81849">
            <w:pPr>
              <w:rPr>
                <w:szCs w:val="16"/>
                <w:lang w:val="en-US"/>
              </w:rPr>
            </w:pPr>
          </w:p>
        </w:tc>
      </w:tr>
      <w:tr w:rsidR="0024397D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A47855" w:rsidRDefault="00DF10B9" w:rsidP="00F36F07">
            <w:pPr>
              <w:pStyle w:val="Heading2"/>
              <w:outlineLvl w:val="1"/>
            </w:pPr>
            <w:r w:rsidRPr="00A47855">
              <w:rPr>
                <w:lang w:val="fi-FI"/>
              </w:rPr>
              <w:t>KOIRANOMISTAJAN TIEDOT</w:t>
            </w:r>
          </w:p>
        </w:tc>
      </w:tr>
      <w:tr w:rsidR="0024397D" w:rsidTr="00A478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DF10B9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DF10B9" w:rsidP="00DB5979">
            <w:pPr>
              <w:rPr>
                <w:szCs w:val="16"/>
              </w:rPr>
            </w:pPr>
          </w:p>
        </w:tc>
      </w:tr>
      <w:tr w:rsidR="0024397D" w:rsidTr="00DB597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DF10B9" w:rsidP="00DB5979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Osoite:</w:t>
            </w:r>
          </w:p>
        </w:tc>
        <w:tc>
          <w:tcPr>
            <w:tcW w:w="968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DF10B9" w:rsidP="00DB5979">
            <w:pPr>
              <w:rPr>
                <w:szCs w:val="16"/>
              </w:rPr>
            </w:pPr>
          </w:p>
        </w:tc>
      </w:tr>
      <w:tr w:rsidR="0024397D" w:rsidTr="00DB597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DF10B9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Puh:</w:t>
            </w:r>
          </w:p>
        </w:tc>
        <w:tc>
          <w:tcPr>
            <w:tcW w:w="968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DF10B9" w:rsidP="00DB5979">
            <w:pPr>
              <w:rPr>
                <w:szCs w:val="16"/>
              </w:rPr>
            </w:pPr>
          </w:p>
        </w:tc>
      </w:tr>
      <w:tr w:rsidR="0024397D" w:rsidTr="00DB597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DF10B9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fi-FI"/>
              </w:rPr>
              <w:t>Email:</w:t>
            </w:r>
          </w:p>
        </w:tc>
        <w:tc>
          <w:tcPr>
            <w:tcW w:w="968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DF10B9" w:rsidP="00DB5979">
            <w:pPr>
              <w:rPr>
                <w:szCs w:val="16"/>
              </w:rPr>
            </w:pPr>
          </w:p>
        </w:tc>
      </w:tr>
    </w:tbl>
    <w:p w:rsidR="001A11BE" w:rsidRPr="000701B0" w:rsidRDefault="00DF10B9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284"/>
        <w:gridCol w:w="1275"/>
        <w:gridCol w:w="993"/>
        <w:gridCol w:w="1270"/>
        <w:gridCol w:w="2603"/>
      </w:tblGrid>
      <w:tr w:rsidR="0024397D" w:rsidTr="00C94942">
        <w:tc>
          <w:tcPr>
            <w:tcW w:w="2127" w:type="dxa"/>
          </w:tcPr>
          <w:p w:rsidR="005B432E" w:rsidRPr="00877BD6" w:rsidRDefault="00DF10B9" w:rsidP="00C94942">
            <w:pPr>
              <w:rPr>
                <w:szCs w:val="16"/>
              </w:rPr>
            </w:pPr>
            <w:r w:rsidRPr="00877BD6">
              <w:rPr>
                <w:szCs w:val="16"/>
                <w:lang w:val="fi-FI"/>
              </w:rPr>
              <w:t>Yhteydenottotapa:</w:t>
            </w:r>
          </w:p>
        </w:tc>
        <w:tc>
          <w:tcPr>
            <w:tcW w:w="1984" w:type="dxa"/>
            <w:gridSpan w:val="2"/>
          </w:tcPr>
          <w:p w:rsidR="005B432E" w:rsidRPr="00877BD6" w:rsidRDefault="00DF10B9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Pawshake viesti</w:t>
            </w:r>
          </w:p>
        </w:tc>
        <w:tc>
          <w:tcPr>
            <w:tcW w:w="1559" w:type="dxa"/>
            <w:gridSpan w:val="2"/>
          </w:tcPr>
          <w:p w:rsidR="005B432E" w:rsidRPr="00877BD6" w:rsidRDefault="00DF10B9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puhelin</w:t>
            </w:r>
          </w:p>
        </w:tc>
        <w:tc>
          <w:tcPr>
            <w:tcW w:w="993" w:type="dxa"/>
          </w:tcPr>
          <w:p w:rsidR="005B432E" w:rsidRPr="00877BD6" w:rsidRDefault="00DF10B9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email</w:t>
            </w:r>
          </w:p>
        </w:tc>
        <w:tc>
          <w:tcPr>
            <w:tcW w:w="3873" w:type="dxa"/>
            <w:gridSpan w:val="2"/>
          </w:tcPr>
          <w:p w:rsidR="005B432E" w:rsidRPr="00877BD6" w:rsidRDefault="00DF10B9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 w:rsidRPr="00877BD6">
              <w:rPr>
                <w:rFonts w:cstheme="minorHAnsi"/>
                <w:szCs w:val="16"/>
                <w:lang w:val="fi-FI"/>
              </w:rPr>
              <w:t xml:space="preserve">  tekstiviesti / WhatsApp</w:t>
            </w:r>
          </w:p>
        </w:tc>
      </w:tr>
      <w:tr w:rsidR="0024397D" w:rsidTr="00C94942">
        <w:tblPrEx>
          <w:tblCellMar>
            <w:top w:w="113" w:type="dxa"/>
          </w:tblCellMar>
        </w:tblPrEx>
        <w:trPr>
          <w:gridAfter w:val="1"/>
          <w:wAfter w:w="2603" w:type="dxa"/>
        </w:trPr>
        <w:tc>
          <w:tcPr>
            <w:tcW w:w="2127" w:type="dxa"/>
          </w:tcPr>
          <w:p w:rsidR="005B432E" w:rsidRDefault="00DF10B9" w:rsidP="00C94942">
            <w:pPr>
              <w:rPr>
                <w:szCs w:val="16"/>
              </w:rPr>
            </w:pPr>
            <w:r>
              <w:rPr>
                <w:rFonts w:cstheme="minorHAnsi"/>
                <w:lang w:val="fi-FI"/>
              </w:rPr>
              <w:t>Pääsy kotiin:</w:t>
            </w:r>
          </w:p>
        </w:tc>
        <w:tc>
          <w:tcPr>
            <w:tcW w:w="850" w:type="dxa"/>
          </w:tcPr>
          <w:p w:rsidR="005B432E" w:rsidRDefault="00DF10B9" w:rsidP="00B42FF4">
            <w:pPr>
              <w:rPr>
                <w:szCs w:val="16"/>
              </w:rPr>
            </w:pPr>
            <w:r>
              <w:rPr>
                <w:rFonts w:ascii="Times New Roman" w:hAnsi="Times New Roman" w:cs="Times New Roman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 avain</w:t>
            </w:r>
          </w:p>
        </w:tc>
        <w:tc>
          <w:tcPr>
            <w:tcW w:w="1418" w:type="dxa"/>
            <w:gridSpan w:val="2"/>
          </w:tcPr>
          <w:p w:rsidR="005B432E" w:rsidRDefault="00DF10B9" w:rsidP="00C94942">
            <w:pPr>
              <w:rPr>
                <w:szCs w:val="16"/>
              </w:rPr>
            </w:pPr>
            <w:r>
              <w:rPr>
                <w:rFonts w:ascii="Times New Roman" w:hAnsi="Times New Roman" w:cs="Times New Roman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 ovikoodi:</w:t>
            </w:r>
          </w:p>
        </w:tc>
        <w:tc>
          <w:tcPr>
            <w:tcW w:w="3538" w:type="dxa"/>
            <w:gridSpan w:val="3"/>
            <w:tcBorders>
              <w:bottom w:val="dotted" w:sz="4" w:space="0" w:color="A6A6A6" w:themeColor="background1" w:themeShade="A6"/>
            </w:tcBorders>
          </w:tcPr>
          <w:p w:rsidR="005B432E" w:rsidRDefault="00DF10B9" w:rsidP="00C94942">
            <w:pPr>
              <w:rPr>
                <w:szCs w:val="16"/>
              </w:rPr>
            </w:pPr>
          </w:p>
        </w:tc>
      </w:tr>
    </w:tbl>
    <w:p w:rsidR="00E06DC3" w:rsidRPr="000701B0" w:rsidRDefault="00DF10B9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41"/>
        <w:gridCol w:w="426"/>
        <w:gridCol w:w="283"/>
        <w:gridCol w:w="709"/>
        <w:gridCol w:w="567"/>
        <w:gridCol w:w="142"/>
        <w:gridCol w:w="283"/>
        <w:gridCol w:w="1843"/>
        <w:gridCol w:w="1559"/>
        <w:gridCol w:w="567"/>
        <w:gridCol w:w="2410"/>
        <w:gridCol w:w="46"/>
      </w:tblGrid>
      <w:tr w:rsidR="0024397D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DF10B9" w:rsidP="00F36F07">
            <w:pPr>
              <w:pStyle w:val="Heading2"/>
              <w:outlineLvl w:val="1"/>
            </w:pPr>
            <w:r w:rsidRPr="00A47855">
              <w:rPr>
                <w:lang w:val="fi-FI"/>
              </w:rPr>
              <w:t>KOIRAN TIEDOT</w:t>
            </w:r>
          </w:p>
        </w:tc>
      </w:tr>
      <w:tr w:rsidR="0024397D" w:rsidTr="007B6360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FA4919" w:rsidRDefault="00DF10B9" w:rsidP="003C4FCF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13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DB5979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DB5979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DF10B9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DB5979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24397D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DF10B9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13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DB5979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Default="00DF10B9" w:rsidP="003C4FCF"/>
        </w:tc>
        <w:tc>
          <w:tcPr>
            <w:tcW w:w="9685" w:type="dxa"/>
            <w:gridSpan w:val="13"/>
            <w:tcBorders>
              <w:top w:val="dotted" w:sz="4" w:space="0" w:color="AEAAAA" w:themeColor="background2" w:themeShade="BF"/>
              <w:left w:val="nil"/>
              <w:bottom w:val="nil"/>
            </w:tcBorders>
            <w:vAlign w:val="bottom"/>
          </w:tcPr>
          <w:p w:rsidR="00DB5979" w:rsidRDefault="00DF10B9" w:rsidP="003C4FCF"/>
        </w:tc>
      </w:tr>
      <w:tr w:rsidR="0024397D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DF10B9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>TERVEYSTIEDOT &amp; HÄTÄTAPAUKSET</w:t>
            </w:r>
          </w:p>
        </w:tc>
      </w:tr>
      <w:tr w:rsidR="0024397D" w:rsidTr="00613648">
        <w:tc>
          <w:tcPr>
            <w:tcW w:w="2127" w:type="dxa"/>
            <w:gridSpan w:val="4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DF10B9" w:rsidP="003C4FCF">
            <w:pPr>
              <w:rPr>
                <w:szCs w:val="16"/>
              </w:rPr>
            </w:pPr>
            <w:r>
              <w:rPr>
                <w:lang w:val="fi-FI"/>
              </w:rPr>
              <w:t>Kastroitu tai steriloitu:</w:t>
            </w:r>
          </w:p>
        </w:tc>
        <w:tc>
          <w:tcPr>
            <w:tcW w:w="8409" w:type="dxa"/>
            <w:gridSpan w:val="10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24397D" w:rsidTr="00613648"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453F2" w:rsidRDefault="00DF10B9" w:rsidP="003C4FCF">
            <w:pPr>
              <w:rPr>
                <w:lang w:val="en-US"/>
              </w:rPr>
            </w:pPr>
            <w:r w:rsidRPr="005453F2">
              <w:rPr>
                <w:lang w:val="fi-FI"/>
              </w:rPr>
              <w:t>Rokotettu, mitä vastaan:</w:t>
            </w:r>
          </w:p>
        </w:tc>
        <w:tc>
          <w:tcPr>
            <w:tcW w:w="8409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613648"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C6BFF" w:rsidRPr="005453F2" w:rsidRDefault="00DF10B9" w:rsidP="003C4FCF">
            <w:pPr>
              <w:rPr>
                <w:lang w:val="en-US"/>
              </w:rPr>
            </w:pPr>
            <w:r w:rsidRPr="005453F2">
              <w:rPr>
                <w:lang w:val="fi-FI"/>
              </w:rPr>
              <w:t>Punkki / matolääke: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voimassa:</w:t>
            </w:r>
          </w:p>
        </w:tc>
        <w:tc>
          <w:tcPr>
            <w:tcW w:w="6850" w:type="dxa"/>
            <w:gridSpan w:val="7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613648"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DF10B9" w:rsidP="003C4FCF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409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613648"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453F2" w:rsidRDefault="00DF10B9" w:rsidP="003C4FCF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409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613648"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701" w:type="dxa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708" w:type="dxa"/>
            <w:gridSpan w:val="6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613648"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409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7B6360">
        <w:tc>
          <w:tcPr>
            <w:tcW w:w="10536" w:type="dxa"/>
            <w:gridSpan w:val="14"/>
            <w:tcBorders>
              <w:top w:val="nil"/>
              <w:bottom w:val="nil"/>
            </w:tcBorders>
            <w:vAlign w:val="bottom"/>
          </w:tcPr>
          <w:p w:rsidR="00F36F07" w:rsidRPr="00F36F07" w:rsidRDefault="00DF10B9" w:rsidP="003C4FCF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Hätäyhteyshenkilö (siinä tapauksessa, että omistajaa ei saataisi kiinni):</w:t>
            </w:r>
          </w:p>
        </w:tc>
      </w:tr>
      <w:tr w:rsidR="0024397D" w:rsidTr="007B6360">
        <w:tc>
          <w:tcPr>
            <w:tcW w:w="10536" w:type="dxa"/>
            <w:gridSpan w:val="14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DF10B9" w:rsidP="003C4FCF">
            <w:pPr>
              <w:rPr>
                <w:szCs w:val="16"/>
                <w:lang w:val="en-GB"/>
              </w:rPr>
            </w:pPr>
          </w:p>
        </w:tc>
      </w:tr>
      <w:tr w:rsidR="0024397D" w:rsidTr="007B6360">
        <w:tc>
          <w:tcPr>
            <w:tcW w:w="1701" w:type="dxa"/>
            <w:gridSpan w:val="3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F36F07" w:rsidRDefault="00DF10B9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465659" w:rsidRPr="00F36F07" w:rsidRDefault="00DF10B9" w:rsidP="003C4FCF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E388C" w:rsidRPr="00F36F07" w:rsidRDefault="00DF10B9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ULKOILUN AIKANA</w:t>
            </w:r>
          </w:p>
        </w:tc>
      </w:tr>
      <w:tr w:rsidR="0024397D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4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3E388C" w:rsidRPr="003E388C" w:rsidRDefault="00DF10B9" w:rsidP="005453F2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 xml:space="preserve">Tarpeet: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szCs w:val="16"/>
                <w:lang w:val="fi-FI"/>
              </w:rPr>
              <w:t xml:space="preserve">aktiivinen lenkki     </w:t>
            </w:r>
            <w:r w:rsidRPr="00877BD6">
              <w:rPr>
                <w:rFonts w:ascii="Arial" w:hAnsi="Arial" w:cs="Arial"/>
                <w:szCs w:val="16"/>
                <w:lang w:val="fi-FI"/>
              </w:rPr>
              <w:t>□</w:t>
            </w:r>
            <w:r>
              <w:rPr>
                <w:szCs w:val="16"/>
                <w:lang w:val="fi-FI"/>
              </w:rPr>
              <w:t>rauhallinen lenkki</w:t>
            </w:r>
          </w:p>
        </w:tc>
      </w:tr>
      <w:tr w:rsidR="0024397D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DF10B9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>Kesto / pituus: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D51D6" w:rsidRDefault="00DF10B9" w:rsidP="006C775A">
            <w:pPr>
              <w:rPr>
                <w:szCs w:val="16"/>
                <w:lang w:val="en-GB"/>
              </w:rPr>
            </w:pPr>
          </w:p>
        </w:tc>
        <w:tc>
          <w:tcPr>
            <w:tcW w:w="6425" w:type="dxa"/>
            <w:gridSpan w:val="5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8D51D6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432E" w:rsidRDefault="00DF10B9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fi-FI"/>
              </w:rPr>
              <w:t>Vetää hihnassa:</w:t>
            </w:r>
          </w:p>
        </w:tc>
        <w:tc>
          <w:tcPr>
            <w:tcW w:w="8080" w:type="dxa"/>
            <w:gridSpan w:val="8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B432E" w:rsidRDefault="00DF10B9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432E" w:rsidRDefault="00DF10B9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Vapaanaolo turvallisilla alueilla:</w:t>
            </w:r>
          </w:p>
        </w:tc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B432E" w:rsidRDefault="00DF10B9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Pitää automatkoista: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 xml:space="preserve">K / E - matkustaa autossa: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 takakontissa 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  turvavyöllä kiinnitettynä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 muu: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F10B9" w:rsidP="00030CB0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 xml:space="preserve">Ulkoilutusvälineet: </w:t>
            </w:r>
          </w:p>
        </w:tc>
        <w:tc>
          <w:tcPr>
            <w:tcW w:w="53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F10B9" w:rsidP="00030CB0">
            <w:pPr>
              <w:rPr>
                <w:szCs w:val="16"/>
                <w:lang w:val="en-GB"/>
              </w:rPr>
            </w:pP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panta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valjaat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pitkä hihna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lyhyt hihna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koirapilli 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muu: 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Pr="00475821" w:rsidRDefault="00DF10B9" w:rsidP="00030CB0">
            <w:pPr>
              <w:rPr>
                <w:szCs w:val="16"/>
                <w:lang w:val="en-GB"/>
              </w:rPr>
            </w:pP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1F95" w:rsidRPr="00475821" w:rsidRDefault="00DF10B9" w:rsidP="00030CB0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Tarvikkeiden säilytyspaikka:</w:t>
            </w:r>
          </w:p>
        </w:tc>
        <w:tc>
          <w:tcPr>
            <w:tcW w:w="8409" w:type="dxa"/>
            <w:gridSpan w:val="10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F71F95" w:rsidRPr="00475821" w:rsidRDefault="00DF10B9" w:rsidP="00030CB0">
            <w:pPr>
              <w:rPr>
                <w:szCs w:val="16"/>
                <w:lang w:val="en-GB"/>
              </w:rPr>
            </w:pP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432E" w:rsidRDefault="00DF10B9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Lenkille sopivia leikkejä:</w:t>
            </w:r>
          </w:p>
        </w:tc>
        <w:tc>
          <w:tcPr>
            <w:tcW w:w="8409" w:type="dxa"/>
            <w:gridSpan w:val="10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5B432E" w:rsidRDefault="00DF10B9" w:rsidP="00030CB0">
            <w:pPr>
              <w:rPr>
                <w:szCs w:val="16"/>
                <w:lang w:val="en-GB"/>
              </w:rPr>
            </w:pP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5821" w:rsidRDefault="00DF10B9" w:rsidP="00030CB0">
            <w:pPr>
              <w:rPr>
                <w:szCs w:val="16"/>
                <w:lang w:val="en-GB"/>
              </w:rPr>
            </w:pPr>
          </w:p>
        </w:tc>
        <w:tc>
          <w:tcPr>
            <w:tcW w:w="8409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475821" w:rsidRDefault="00DF10B9" w:rsidP="00030CB0">
            <w:pPr>
              <w:rPr>
                <w:szCs w:val="16"/>
                <w:lang w:val="en-GB"/>
              </w:rPr>
            </w:pPr>
          </w:p>
        </w:tc>
      </w:tr>
      <w:tr w:rsidR="0024397D" w:rsidTr="00613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6360" w:rsidRDefault="00DF10B9" w:rsidP="00030CB0">
            <w:pPr>
              <w:rPr>
                <w:szCs w:val="16"/>
                <w:lang w:val="en-GB"/>
              </w:rPr>
            </w:pPr>
          </w:p>
        </w:tc>
        <w:tc>
          <w:tcPr>
            <w:tcW w:w="3827" w:type="dxa"/>
            <w:gridSpan w:val="6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7B6360" w:rsidRDefault="00DF10B9" w:rsidP="00030CB0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4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7B6360" w:rsidRDefault="00DF10B9" w:rsidP="00030CB0">
            <w:pPr>
              <w:rPr>
                <w:szCs w:val="16"/>
                <w:lang w:val="en-GB"/>
              </w:rPr>
            </w:pPr>
          </w:p>
        </w:tc>
      </w:tr>
      <w:tr w:rsidR="0024397D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7FF" w:rsidRPr="00FA4919" w:rsidRDefault="00DF10B9" w:rsidP="003C4FCF">
            <w:pPr>
              <w:pStyle w:val="Heading2"/>
              <w:outlineLvl w:val="1"/>
            </w:pPr>
            <w:r>
              <w:rPr>
                <w:lang w:val="fi-FI"/>
              </w:rPr>
              <w:t>KÄYTÖS</w:t>
            </w: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Omistushaluinen leluista tai ruoasta: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huomiot:</w:t>
            </w:r>
          </w:p>
        </w:tc>
        <w:tc>
          <w:tcPr>
            <w:tcW w:w="642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7B6360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Käytös tuntemattomien aikuisten kanssa:</w:t>
            </w:r>
          </w:p>
        </w:tc>
        <w:tc>
          <w:tcPr>
            <w:tcW w:w="7417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7B6360" w:rsidRPr="000701B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Käytös lasten kanssa:</w:t>
            </w:r>
          </w:p>
        </w:tc>
        <w:tc>
          <w:tcPr>
            <w:tcW w:w="7417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F10B9" w:rsidP="007B6360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Käytös koirien </w:t>
            </w:r>
            <w:r>
              <w:rPr>
                <w:lang w:val="fi-FI"/>
              </w:rPr>
              <w:t>kanssa:</w:t>
            </w:r>
          </w:p>
        </w:tc>
        <w:tc>
          <w:tcPr>
            <w:tcW w:w="7417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Pr="000701B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B42FF4">
            <w:pPr>
              <w:rPr>
                <w:lang w:val="en-US"/>
              </w:rPr>
            </w:pPr>
            <w:r>
              <w:rPr>
                <w:lang w:val="fi-FI"/>
              </w:rPr>
              <w:t>Käytös muiden eläinten kanssa (kissojen, oravien, hevosten jne.):</w:t>
            </w:r>
          </w:p>
        </w:tc>
        <w:tc>
          <w:tcPr>
            <w:tcW w:w="7417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Pr="000701B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lang w:val="en-US"/>
              </w:rPr>
            </w:pPr>
            <w:r>
              <w:rPr>
                <w:lang w:val="fi-FI"/>
              </w:rPr>
              <w:t>Pelkää:</w:t>
            </w:r>
          </w:p>
        </w:tc>
        <w:tc>
          <w:tcPr>
            <w:tcW w:w="7417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lang w:val="en-US"/>
              </w:rPr>
            </w:pPr>
            <w:r>
              <w:rPr>
                <w:lang w:val="fi-FI"/>
              </w:rPr>
              <w:t>Hallitsemisvinkkejä:</w:t>
            </w:r>
          </w:p>
        </w:tc>
        <w:tc>
          <w:tcPr>
            <w:tcW w:w="7417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F10B9" w:rsidP="007B6360">
            <w:pPr>
              <w:rPr>
                <w:szCs w:val="16"/>
                <w:lang w:val="en-GB"/>
              </w:rPr>
            </w:pPr>
          </w:p>
        </w:tc>
      </w:tr>
      <w:tr w:rsidR="0024397D" w:rsidTr="00205D91">
        <w:tc>
          <w:tcPr>
            <w:tcW w:w="31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  <w:tc>
          <w:tcPr>
            <w:tcW w:w="7417" w:type="dxa"/>
            <w:gridSpan w:val="8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7B6360" w:rsidRPr="00FA4919" w:rsidRDefault="00DF10B9" w:rsidP="007B6360">
            <w:pPr>
              <w:pStyle w:val="Heading2"/>
              <w:outlineLvl w:val="1"/>
            </w:pPr>
            <w:r>
              <w:rPr>
                <w:lang w:val="fi-FI"/>
              </w:rPr>
              <w:t>KÄSKYT / VIHJESANAT</w:t>
            </w:r>
          </w:p>
        </w:tc>
      </w:tr>
      <w:tr w:rsidR="0024397D" w:rsidTr="007B6360">
        <w:tc>
          <w:tcPr>
            <w:tcW w:w="10536" w:type="dxa"/>
            <w:gridSpan w:val="14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7B6360" w:rsidRPr="006047FF" w:rsidRDefault="00DF10B9" w:rsidP="007B6360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Tuntee seuraavat suulliset vihjeet:</w:t>
            </w: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F10B9" w:rsidP="007B6360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Tänne:</w:t>
            </w:r>
          </w:p>
        </w:tc>
        <w:tc>
          <w:tcPr>
            <w:tcW w:w="8976" w:type="dxa"/>
            <w:gridSpan w:val="12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E91DEF" w:rsidRDefault="00DF10B9" w:rsidP="007B6360">
            <w:pPr>
              <w:rPr>
                <w:lang w:val="en-US"/>
              </w:rPr>
            </w:pPr>
            <w:r w:rsidRPr="00E91DEF">
              <w:rPr>
                <w:lang w:val="fi-FI"/>
              </w:rPr>
              <w:t>Istu: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F10B9" w:rsidP="007B6360">
            <w:pPr>
              <w:rPr>
                <w:szCs w:val="16"/>
                <w:lang w:val="en-US"/>
              </w:rPr>
            </w:pPr>
            <w:r w:rsidRPr="00E91DEF">
              <w:rPr>
                <w:lang w:val="fi-FI"/>
              </w:rPr>
              <w:t>Maahan: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lang w:val="en-US"/>
              </w:rPr>
            </w:pPr>
            <w:r w:rsidRPr="00E91DEF">
              <w:rPr>
                <w:lang w:val="fi-FI"/>
              </w:rPr>
              <w:t>Paikka/odota: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Default="00DF10B9" w:rsidP="007B6360">
            <w:pPr>
              <w:rPr>
                <w:lang w:val="en-US"/>
              </w:rPr>
            </w:pPr>
            <w:r w:rsidRPr="00E91DEF">
              <w:rPr>
                <w:lang w:val="fi-FI"/>
              </w:rPr>
              <w:t>Jätä: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  <w:r w:rsidRPr="00E91DEF">
              <w:rPr>
                <w:lang w:val="fi-FI"/>
              </w:rPr>
              <w:t>Ei/anna olla: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  <w:r w:rsidRPr="00E91DEF">
              <w:rPr>
                <w:lang w:val="fi-FI"/>
              </w:rPr>
              <w:t xml:space="preserve">Seuraa </w:t>
            </w:r>
            <w:r w:rsidRPr="00E91DEF">
              <w:rPr>
                <w:lang w:val="fi-FI"/>
              </w:rPr>
              <w:t>(vierellä):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  <w:r>
              <w:rPr>
                <w:lang w:val="fi-FI"/>
              </w:rPr>
              <w:t>Muita: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</w:tr>
      <w:tr w:rsidR="0024397D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  <w:tc>
          <w:tcPr>
            <w:tcW w:w="8976" w:type="dxa"/>
            <w:gridSpan w:val="12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7B6360" w:rsidRPr="000701B0" w:rsidRDefault="00DF10B9" w:rsidP="007B6360">
            <w:pPr>
              <w:rPr>
                <w:lang w:val="en-GB"/>
              </w:rPr>
            </w:pPr>
          </w:p>
        </w:tc>
      </w:tr>
    </w:tbl>
    <w:p w:rsidR="006047FF" w:rsidRPr="00604A57" w:rsidRDefault="00DF10B9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24397D" w:rsidTr="00A47855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DF10B9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24397D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04A57" w:rsidRDefault="00DF10B9" w:rsidP="003C4FCF">
            <w:pPr>
              <w:rPr>
                <w:szCs w:val="16"/>
                <w:lang w:val="en-GB"/>
              </w:rPr>
            </w:pPr>
          </w:p>
        </w:tc>
      </w:tr>
      <w:tr w:rsidR="0024397D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F10B9" w:rsidP="003C4FCF">
            <w:pPr>
              <w:rPr>
                <w:szCs w:val="16"/>
                <w:lang w:val="en-GB"/>
              </w:rPr>
            </w:pPr>
          </w:p>
        </w:tc>
      </w:tr>
      <w:tr w:rsidR="0024397D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F10B9" w:rsidP="003C4FCF">
            <w:pPr>
              <w:rPr>
                <w:szCs w:val="16"/>
                <w:lang w:val="en-GB"/>
              </w:rPr>
            </w:pPr>
          </w:p>
        </w:tc>
      </w:tr>
      <w:tr w:rsidR="0024397D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F10B9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DF10B9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378"/>
      </w:tblGrid>
      <w:tr w:rsidR="0024397D" w:rsidTr="00205D91">
        <w:trPr>
          <w:trHeight w:val="150"/>
        </w:trPr>
        <w:tc>
          <w:tcPr>
            <w:tcW w:w="2552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DF10B9" w:rsidP="003C4FCF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3378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205D91">
        <w:trPr>
          <w:trHeight w:val="150"/>
        </w:trPr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DF10B9" w:rsidP="00DE2CF4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337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DF10B9" w:rsidP="003C4FCF">
            <w:pPr>
              <w:rPr>
                <w:szCs w:val="16"/>
                <w:lang w:val="en-GB"/>
              </w:rPr>
            </w:pPr>
          </w:p>
        </w:tc>
      </w:tr>
      <w:tr w:rsidR="0024397D" w:rsidTr="00205D91">
        <w:trPr>
          <w:trHeight w:val="159"/>
        </w:trPr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DF10B9" w:rsidP="003C4FCF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337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DF10B9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DF10B9" w:rsidP="004D5A22">
      <w:pPr>
        <w:rPr>
          <w:lang w:val="en-GB"/>
        </w:rPr>
      </w:pPr>
      <w:r>
        <w:rPr>
          <w:lang w:val="en-GB"/>
        </w:rPr>
        <w:br w:type="page"/>
      </w:r>
      <w:bookmarkStart w:id="0" w:name="_GoBack"/>
      <w:bookmarkEnd w:id="0"/>
    </w:p>
    <w:p w:rsidR="009D4126" w:rsidRPr="00A47855" w:rsidRDefault="00DF10B9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fi-FI"/>
        </w:rPr>
        <w:lastRenderedPageBreak/>
        <w:t>HOITOSOPIMUSLOMAKE - KOIRAN ULKOLUTUS --- LISÄKOIRA</w:t>
      </w:r>
      <w:r w:rsidRPr="001B477A">
        <w:rPr>
          <w:b/>
          <w:color w:val="262626" w:themeColor="text1" w:themeTint="D9"/>
          <w:sz w:val="24"/>
          <w:szCs w:val="24"/>
          <w:lang w:val="fi-FI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284"/>
        <w:gridCol w:w="425"/>
        <w:gridCol w:w="425"/>
        <w:gridCol w:w="425"/>
        <w:gridCol w:w="2835"/>
        <w:gridCol w:w="1276"/>
        <w:gridCol w:w="1701"/>
        <w:gridCol w:w="755"/>
      </w:tblGrid>
      <w:tr w:rsidR="0024397D" w:rsidTr="00A47855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F36F07" w:rsidRDefault="00DF10B9" w:rsidP="003C4FCF">
            <w:pPr>
              <w:pStyle w:val="Heading2"/>
              <w:outlineLvl w:val="1"/>
            </w:pPr>
            <w:r w:rsidRPr="00F36F07">
              <w:rPr>
                <w:lang w:val="fi-FI"/>
              </w:rPr>
              <w:t>KOIRAN TIEDOT</w:t>
            </w:r>
          </w:p>
        </w:tc>
      </w:tr>
      <w:tr w:rsidR="0024397D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FA4919" w:rsidRDefault="00DF10B9" w:rsidP="003C4FCF">
            <w:pPr>
              <w:rPr>
                <w:szCs w:val="16"/>
              </w:rPr>
            </w:pPr>
            <w:r w:rsidRPr="00FA4919">
              <w:rPr>
                <w:szCs w:val="16"/>
                <w:lang w:val="fi-FI"/>
              </w:rPr>
              <w:t>Nimi:</w:t>
            </w:r>
          </w:p>
        </w:tc>
        <w:tc>
          <w:tcPr>
            <w:tcW w:w="9685" w:type="dxa"/>
            <w:gridSpan w:val="10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Ikä:</w:t>
            </w:r>
          </w:p>
        </w:tc>
        <w:tc>
          <w:tcPr>
            <w:tcW w:w="9685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DF10B9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Sex:</w:t>
            </w:r>
          </w:p>
        </w:tc>
        <w:tc>
          <w:tcPr>
            <w:tcW w:w="9685" w:type="dxa"/>
            <w:gridSpan w:val="10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FA4919" w:rsidRDefault="00DF10B9" w:rsidP="003C4FCF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Uros / Naaras</w:t>
            </w:r>
          </w:p>
        </w:tc>
      </w:tr>
      <w:tr w:rsidR="0024397D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DF10B9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Rotu:</w:t>
            </w:r>
          </w:p>
        </w:tc>
        <w:tc>
          <w:tcPr>
            <w:tcW w:w="9685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762E6D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762E6D" w:rsidRDefault="00DF10B9" w:rsidP="003C4FCF">
            <w:pPr>
              <w:rPr>
                <w:szCs w:val="16"/>
                <w:lang w:val="en-US"/>
              </w:rPr>
            </w:pPr>
          </w:p>
        </w:tc>
        <w:tc>
          <w:tcPr>
            <w:tcW w:w="9685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:rsidR="00762E6D" w:rsidRPr="00FA4919" w:rsidRDefault="00DF10B9" w:rsidP="003C4FCF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DF10B9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fi-FI"/>
              </w:rPr>
              <w:t xml:space="preserve">TERVEYSTIEDOT </w:t>
            </w:r>
            <w:r w:rsidRPr="007B7BA5">
              <w:rPr>
                <w:lang w:val="fi-FI"/>
              </w:rPr>
              <w:t>&amp; HÄTÄTAPAUKSET</w:t>
            </w:r>
          </w:p>
        </w:tc>
      </w:tr>
      <w:tr w:rsidR="0024397D" w:rsidTr="006C775A">
        <w:tc>
          <w:tcPr>
            <w:tcW w:w="1701" w:type="dxa"/>
            <w:gridSpan w:val="2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  <w:r>
              <w:rPr>
                <w:lang w:val="fi-FI"/>
              </w:rPr>
              <w:t>Kastroitu tai steriloitu:</w:t>
            </w:r>
          </w:p>
        </w:tc>
        <w:tc>
          <w:tcPr>
            <w:tcW w:w="8835" w:type="dxa"/>
            <w:gridSpan w:val="9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</w:t>
            </w:r>
          </w:p>
        </w:tc>
      </w:tr>
      <w:tr w:rsidR="0024397D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DF10B9" w:rsidP="006C775A">
            <w:pPr>
              <w:rPr>
                <w:lang w:val="en-US"/>
              </w:rPr>
            </w:pPr>
            <w:r w:rsidRPr="005453F2">
              <w:rPr>
                <w:lang w:val="fi-FI"/>
              </w:rPr>
              <w:t>Rokotettu, mitä vastaan: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5453F2" w:rsidRDefault="00DF10B9" w:rsidP="006C775A">
            <w:pPr>
              <w:rPr>
                <w:lang w:val="en-US"/>
              </w:rPr>
            </w:pPr>
            <w:r w:rsidRPr="005453F2">
              <w:rPr>
                <w:lang w:val="fi-FI"/>
              </w:rPr>
              <w:t>Punkki / matolääke: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voimassa:</w:t>
            </w:r>
          </w:p>
        </w:tc>
        <w:tc>
          <w:tcPr>
            <w:tcW w:w="7417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  <w:r>
              <w:rPr>
                <w:lang w:val="fi-FI"/>
              </w:rPr>
              <w:t>Terveysongelmat: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DF10B9" w:rsidP="006C775A">
            <w:pPr>
              <w:rPr>
                <w:lang w:val="en-US"/>
              </w:rPr>
            </w:pPr>
            <w:r>
              <w:rPr>
                <w:lang w:val="fi-FI"/>
              </w:rPr>
              <w:t>Lääkitys: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Sairausvakuutus:</w:t>
            </w:r>
          </w:p>
        </w:tc>
        <w:tc>
          <w:tcPr>
            <w:tcW w:w="1843" w:type="dxa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  <w:r>
              <w:rPr>
                <w:szCs w:val="16"/>
                <w:lang w:val="fi-FI"/>
              </w:rPr>
              <w:t>K / E - vakuutusyhtiö:</w:t>
            </w:r>
          </w:p>
        </w:tc>
        <w:tc>
          <w:tcPr>
            <w:tcW w:w="6992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  <w:lang w:val="en-US"/>
              </w:rPr>
            </w:pPr>
            <w:r w:rsidRPr="00F108B4">
              <w:rPr>
                <w:lang w:val="fi-FI"/>
              </w:rPr>
              <w:t>Ensisijainen eläinlääkäri: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6C775A">
        <w:tc>
          <w:tcPr>
            <w:tcW w:w="10536" w:type="dxa"/>
            <w:gridSpan w:val="11"/>
            <w:tcBorders>
              <w:top w:val="nil"/>
              <w:bottom w:val="nil"/>
            </w:tcBorders>
            <w:vAlign w:val="bottom"/>
          </w:tcPr>
          <w:p w:rsidR="00204C8B" w:rsidRPr="00F36F07" w:rsidRDefault="00DF10B9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Hätäyhteyshenkilö (siinä tapauksessa,</w:t>
            </w:r>
            <w:r>
              <w:rPr>
                <w:lang w:val="fi-FI"/>
              </w:rPr>
              <w:t xml:space="preserve"> että omistajaa ei saataisi kiinni):</w:t>
            </w:r>
          </w:p>
        </w:tc>
      </w:tr>
      <w:tr w:rsidR="0024397D" w:rsidTr="006C775A">
        <w:tc>
          <w:tcPr>
            <w:tcW w:w="10536" w:type="dxa"/>
            <w:gridSpan w:val="11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204C8B" w:rsidRPr="00F36F07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204C8B" w:rsidRPr="00F36F07" w:rsidRDefault="00DF10B9" w:rsidP="006C775A">
            <w:pPr>
              <w:rPr>
                <w:lang w:val="en-GB"/>
              </w:rPr>
            </w:pPr>
          </w:p>
        </w:tc>
        <w:tc>
          <w:tcPr>
            <w:tcW w:w="8835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204C8B" w:rsidRPr="00F36F07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DF10B9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PÄIVÄHOIDON AIKANA</w:t>
            </w: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1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204C8B" w:rsidRPr="00475821" w:rsidRDefault="00DF10B9" w:rsidP="006C775A">
            <w:pPr>
              <w:rPr>
                <w:szCs w:val="16"/>
                <w:lang w:val="en-US"/>
              </w:rPr>
            </w:pPr>
            <w:r w:rsidRPr="00475821">
              <w:rPr>
                <w:szCs w:val="16"/>
                <w:lang w:val="fi-FI"/>
              </w:rPr>
              <w:t xml:space="preserve">Tarpeet: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aktiivinen lenkki   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>rauhallinen lenkki</w:t>
            </w:r>
          </w:p>
        </w:tc>
      </w:tr>
      <w:tr w:rsidR="0024397D" w:rsidTr="00205D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55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rFonts w:cs="Arial"/>
                <w:lang w:val="fi-FI"/>
              </w:rPr>
              <w:t xml:space="preserve">K / E - kesto/pituus: </w:t>
            </w:r>
          </w:p>
        </w:tc>
        <w:tc>
          <w:tcPr>
            <w:tcW w:w="7371" w:type="dxa"/>
            <w:gridSpan w:val="7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205D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55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rFonts w:cs="Arial"/>
                <w:lang w:val="fi-FI"/>
              </w:rPr>
              <w:t>Vetää hihnassa:</w:t>
            </w:r>
          </w:p>
        </w:tc>
        <w:tc>
          <w:tcPr>
            <w:tcW w:w="7371" w:type="dxa"/>
            <w:gridSpan w:val="7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K / E</w:t>
            </w:r>
          </w:p>
        </w:tc>
      </w:tr>
      <w:tr w:rsidR="0024397D" w:rsidTr="00205D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55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Vapaanaolo turvallisilla alueilla:</w:t>
            </w: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K / E</w:t>
            </w:r>
          </w:p>
        </w:tc>
      </w:tr>
      <w:tr w:rsidR="0024397D" w:rsidTr="00205D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55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Pitää automatkoista: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 xml:space="preserve">K / E - matkustaa autossa: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 takakontissa 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  turvavyöllä kiinnitettynä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szCs w:val="16"/>
                <w:lang w:val="fi-FI"/>
              </w:rPr>
              <w:t xml:space="preserve"> muu: 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5B432E" w:rsidRPr="00475821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 xml:space="preserve">Ulkoilutusvälineet: 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panta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valjaat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pitkä hihna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lyhyt hihna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koirapilli   </w:t>
            </w:r>
            <w:r w:rsidRPr="00475821">
              <w:rPr>
                <w:rFonts w:ascii="Times New Roman" w:hAnsi="Times New Roman" w:cs="Times New Roman"/>
                <w:szCs w:val="16"/>
                <w:lang w:val="fi-FI"/>
              </w:rPr>
              <w:t>□</w:t>
            </w:r>
            <w:r w:rsidRPr="00475821">
              <w:rPr>
                <w:rFonts w:cs="Arial"/>
                <w:szCs w:val="16"/>
                <w:lang w:val="fi-FI"/>
              </w:rPr>
              <w:t xml:space="preserve"> muu: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Pr="00475821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F10B9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fi-FI"/>
              </w:rPr>
              <w:t>Tarvikkeiden säilytyspaikka: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Pr="00475821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32E" w:rsidRDefault="00DF10B9" w:rsidP="005B432E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Lenkille sopivia leikkejä: 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5B432E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25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5821" w:rsidRDefault="00DF10B9" w:rsidP="005B432E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475821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5B432E" w:rsidRPr="00FA4919" w:rsidRDefault="00DF10B9" w:rsidP="005B432E">
            <w:pPr>
              <w:pStyle w:val="Heading2"/>
              <w:outlineLvl w:val="1"/>
            </w:pPr>
            <w:r>
              <w:rPr>
                <w:lang w:val="fi-FI"/>
              </w:rPr>
              <w:t>KÄYTÖS</w:t>
            </w:r>
          </w:p>
        </w:tc>
      </w:tr>
      <w:tr w:rsidR="0024397D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Default="00DF10B9" w:rsidP="005B432E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 xml:space="preserve">Omistushaluinen leluista tai </w:t>
            </w:r>
            <w:r>
              <w:rPr>
                <w:szCs w:val="16"/>
                <w:lang w:val="fi-FI"/>
              </w:rPr>
              <w:t>ruoasta: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32E" w:rsidRDefault="00DF10B9" w:rsidP="005B432E">
            <w:pPr>
              <w:rPr>
                <w:szCs w:val="16"/>
                <w:lang w:val="en-GB"/>
              </w:rPr>
            </w:pPr>
            <w:r>
              <w:rPr>
                <w:szCs w:val="16"/>
                <w:lang w:val="fi-FI"/>
              </w:rPr>
              <w:t>K / E - huomiot:</w:t>
            </w:r>
          </w:p>
        </w:tc>
        <w:tc>
          <w:tcPr>
            <w:tcW w:w="6567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FA4919" w:rsidRDefault="00DF10B9" w:rsidP="005B432E">
            <w:pPr>
              <w:rPr>
                <w:szCs w:val="16"/>
              </w:rPr>
            </w:pPr>
            <w:r>
              <w:rPr>
                <w:lang w:val="fi-FI"/>
              </w:rPr>
              <w:t>Käytös tuntemattomien aikuisten kanssa:</w:t>
            </w:r>
          </w:p>
        </w:tc>
        <w:tc>
          <w:tcPr>
            <w:tcW w:w="7842" w:type="dxa"/>
            <w:gridSpan w:val="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0701B0" w:rsidRDefault="00DF10B9" w:rsidP="005B432E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Käytös lasten kanssa: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FA4919" w:rsidRDefault="00DF10B9" w:rsidP="005B432E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Käytös koirien kanssa: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Default="00DF10B9" w:rsidP="00B42FF4">
            <w:pPr>
              <w:rPr>
                <w:lang w:val="en-US"/>
              </w:rPr>
            </w:pPr>
            <w:r>
              <w:rPr>
                <w:lang w:val="fi-FI"/>
              </w:rPr>
              <w:t>Käytös muiden eläinten kanssa (kissojen, oravien, hevosten jne.):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F10B9" w:rsidP="005B432E">
            <w:pPr>
              <w:rPr>
                <w:szCs w:val="16"/>
                <w:lang w:val="en-GB"/>
              </w:rPr>
            </w:pPr>
          </w:p>
        </w:tc>
      </w:tr>
      <w:tr w:rsidR="0024397D" w:rsidTr="00C01657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DF10B9" w:rsidP="006C775A">
            <w:pPr>
              <w:rPr>
                <w:lang w:val="en-US"/>
              </w:rPr>
            </w:pPr>
            <w:r>
              <w:rPr>
                <w:lang w:val="fi-FI"/>
              </w:rPr>
              <w:t>Pelkää:</w:t>
            </w:r>
          </w:p>
        </w:tc>
        <w:tc>
          <w:tcPr>
            <w:tcW w:w="7842" w:type="dxa"/>
            <w:gridSpan w:val="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DF10B9" w:rsidP="006C775A">
            <w:pPr>
              <w:rPr>
                <w:lang w:val="en-US"/>
              </w:rPr>
            </w:pPr>
            <w:r>
              <w:rPr>
                <w:lang w:val="fi-FI"/>
              </w:rPr>
              <w:t>Hallitsemisvinkkejä: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DF10B9" w:rsidP="006C775A">
            <w:pPr>
              <w:rPr>
                <w:szCs w:val="16"/>
                <w:lang w:val="en-GB"/>
              </w:rPr>
            </w:pPr>
          </w:p>
        </w:tc>
      </w:tr>
    </w:tbl>
    <w:p w:rsidR="007B6360" w:rsidRPr="007B6360" w:rsidRDefault="00DF10B9" w:rsidP="007B6360">
      <w:pPr>
        <w:rPr>
          <w:b/>
        </w:rPr>
      </w:pPr>
      <w:r>
        <w:rPr>
          <w:b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976"/>
      </w:tblGrid>
      <w:tr w:rsidR="0024397D" w:rsidTr="006C775A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A4919" w:rsidRDefault="00DF10B9" w:rsidP="006C775A">
            <w:pPr>
              <w:pStyle w:val="Heading2"/>
              <w:outlineLvl w:val="1"/>
            </w:pPr>
            <w:r>
              <w:rPr>
                <w:lang w:val="fi-FI"/>
              </w:rPr>
              <w:lastRenderedPageBreak/>
              <w:t>KÄSKYT / VIHJESANAT</w:t>
            </w:r>
          </w:p>
        </w:tc>
      </w:tr>
      <w:tr w:rsidR="0024397D" w:rsidTr="006C775A">
        <w:tc>
          <w:tcPr>
            <w:tcW w:w="10536" w:type="dxa"/>
            <w:gridSpan w:val="2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204C8B" w:rsidRPr="006047FF" w:rsidRDefault="00DF10B9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 xml:space="preserve">Tuntee </w:t>
            </w:r>
            <w:r>
              <w:rPr>
                <w:lang w:val="fi-FI"/>
              </w:rPr>
              <w:t>seuraavat suulliset vihjeet:</w:t>
            </w: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fi-FI"/>
              </w:rPr>
              <w:t>Tänne:</w:t>
            </w:r>
          </w:p>
        </w:tc>
        <w:tc>
          <w:tcPr>
            <w:tcW w:w="8976" w:type="dxa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E91DEF" w:rsidRDefault="00DF10B9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Istu: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  <w:lang w:val="en-US"/>
              </w:rPr>
            </w:pPr>
            <w:r w:rsidRPr="00E91DEF">
              <w:rPr>
                <w:lang w:val="fi-FI"/>
              </w:rPr>
              <w:t>Maahan: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Default="00DF10B9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Paikka/odota: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Default="00DF10B9" w:rsidP="006C775A">
            <w:pPr>
              <w:rPr>
                <w:lang w:val="en-US"/>
              </w:rPr>
            </w:pPr>
            <w:r w:rsidRPr="00E91DEF">
              <w:rPr>
                <w:lang w:val="fi-FI"/>
              </w:rPr>
              <w:t>Jätä: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  <w:r w:rsidRPr="00E91DEF">
              <w:rPr>
                <w:lang w:val="fi-FI"/>
              </w:rPr>
              <w:t>Ei/anna olla: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  <w:r w:rsidRPr="00E91DEF">
              <w:rPr>
                <w:lang w:val="fi-FI"/>
              </w:rPr>
              <w:t>Seuraa (vierellä):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  <w:r>
              <w:rPr>
                <w:lang w:val="fi-FI"/>
              </w:rPr>
              <w:t>Muita: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</w:p>
        </w:tc>
      </w:tr>
      <w:tr w:rsidR="0024397D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</w:p>
        </w:tc>
        <w:tc>
          <w:tcPr>
            <w:tcW w:w="8976" w:type="dxa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204C8B" w:rsidRPr="000701B0" w:rsidRDefault="00DF10B9" w:rsidP="006C775A">
            <w:pPr>
              <w:rPr>
                <w:lang w:val="en-GB"/>
              </w:rPr>
            </w:pPr>
          </w:p>
        </w:tc>
      </w:tr>
    </w:tbl>
    <w:p w:rsidR="00204C8B" w:rsidRPr="00604A57" w:rsidRDefault="00DF10B9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24397D" w:rsidTr="006C775A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DF10B9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fi-FI"/>
              </w:rPr>
              <w:t>HUOMIOITA</w:t>
            </w: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204C8B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DF10B9" w:rsidP="006C775A">
            <w:pPr>
              <w:rPr>
                <w:szCs w:val="16"/>
                <w:lang w:val="en-GB"/>
              </w:rPr>
            </w:pPr>
          </w:p>
        </w:tc>
      </w:tr>
    </w:tbl>
    <w:p w:rsidR="00204C8B" w:rsidRPr="004D5A22" w:rsidRDefault="00DF10B9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811"/>
      </w:tblGrid>
      <w:tr w:rsidR="0024397D" w:rsidTr="00205D91">
        <w:trPr>
          <w:trHeight w:val="150"/>
        </w:trPr>
        <w:tc>
          <w:tcPr>
            <w:tcW w:w="3119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  <w:r>
              <w:rPr>
                <w:lang w:val="fi-FI"/>
              </w:rPr>
              <w:t>Päivämäärä:</w:t>
            </w:r>
          </w:p>
        </w:tc>
        <w:tc>
          <w:tcPr>
            <w:tcW w:w="2811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04C8B" w:rsidRPr="00FA4919" w:rsidRDefault="00DF10B9" w:rsidP="006C775A">
            <w:pPr>
              <w:rPr>
                <w:szCs w:val="16"/>
              </w:rPr>
            </w:pPr>
          </w:p>
        </w:tc>
      </w:tr>
      <w:tr w:rsidR="0024397D" w:rsidTr="00205D91">
        <w:trPr>
          <w:trHeight w:val="150"/>
        </w:trPr>
        <w:tc>
          <w:tcPr>
            <w:tcW w:w="3119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F10B9" w:rsidP="006C775A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Koiranhoitajan allekirjoitus:</w:t>
            </w:r>
          </w:p>
        </w:tc>
        <w:tc>
          <w:tcPr>
            <w:tcW w:w="281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DF10B9" w:rsidP="006C775A">
            <w:pPr>
              <w:rPr>
                <w:szCs w:val="16"/>
                <w:lang w:val="en-GB"/>
              </w:rPr>
            </w:pPr>
          </w:p>
        </w:tc>
      </w:tr>
      <w:tr w:rsidR="0024397D" w:rsidTr="00205D91">
        <w:trPr>
          <w:trHeight w:val="159"/>
        </w:trPr>
        <w:tc>
          <w:tcPr>
            <w:tcW w:w="3119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F10B9" w:rsidP="006C775A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Koiranomistajan allekirjoitus:</w:t>
            </w:r>
          </w:p>
        </w:tc>
        <w:tc>
          <w:tcPr>
            <w:tcW w:w="281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DF10B9" w:rsidP="006C775A">
            <w:pPr>
              <w:rPr>
                <w:szCs w:val="16"/>
                <w:lang w:val="en-GB"/>
              </w:rPr>
            </w:pPr>
          </w:p>
        </w:tc>
      </w:tr>
    </w:tbl>
    <w:p w:rsidR="007B6360" w:rsidRDefault="00DF10B9" w:rsidP="00204C8B">
      <w:pPr>
        <w:rPr>
          <w:szCs w:val="16"/>
          <w:lang w:val="en-GB"/>
        </w:rPr>
      </w:pPr>
    </w:p>
    <w:p w:rsidR="007B6360" w:rsidRDefault="00DF10B9" w:rsidP="007B6360">
      <w:pPr>
        <w:rPr>
          <w:lang w:val="en-GB"/>
        </w:rPr>
      </w:pPr>
      <w:r>
        <w:rPr>
          <w:lang w:val="en-GB"/>
        </w:rPr>
        <w:br w:type="page"/>
      </w:r>
    </w:p>
    <w:p w:rsidR="007B6360" w:rsidRPr="002B14C2" w:rsidRDefault="00DF10B9" w:rsidP="007B6360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 xml:space="preserve">AVAIMENLUOVUTUSSOPIMUS </w:t>
      </w:r>
      <w:r w:rsidRPr="002B14C2">
        <w:rPr>
          <w:color w:val="262626" w:themeColor="text1" w:themeTint="D9"/>
          <w:szCs w:val="20"/>
          <w:lang w:val="fi-FI"/>
        </w:rPr>
        <w:t>- LEMMIKINOMISTAJAN KOPIO</w:t>
      </w:r>
    </w:p>
    <w:p w:rsidR="007B6360" w:rsidRDefault="00DF10B9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24397D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7B6360" w:rsidRPr="002B14C2" w:rsidRDefault="00DF10B9" w:rsidP="00C94942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7B6360" w:rsidRPr="002B14C2" w:rsidRDefault="00DF10B9" w:rsidP="00C94942">
            <w:pPr>
              <w:rPr>
                <w:szCs w:val="16"/>
                <w:lang w:val="en-GB"/>
              </w:rPr>
            </w:pPr>
          </w:p>
        </w:tc>
      </w:tr>
      <w:tr w:rsidR="0024397D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C94942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F10B9" w:rsidP="00C94942">
            <w:pPr>
              <w:rPr>
                <w:szCs w:val="16"/>
                <w:lang w:val="en-GB"/>
              </w:rPr>
            </w:pPr>
          </w:p>
        </w:tc>
      </w:tr>
      <w:tr w:rsidR="0024397D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F10B9" w:rsidP="00C9494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F10B9" w:rsidP="00C94942">
            <w:pPr>
              <w:rPr>
                <w:szCs w:val="16"/>
                <w:lang w:val="en-GB"/>
              </w:rPr>
            </w:pPr>
          </w:p>
        </w:tc>
      </w:tr>
      <w:tr w:rsidR="0024397D" w:rsidTr="00C94942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aika: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p w:rsidR="007B6360" w:rsidRPr="007A2678" w:rsidRDefault="00DF10B9" w:rsidP="007B6360">
      <w:pPr>
        <w:rPr>
          <w:lang w:val="en-GB"/>
        </w:rPr>
      </w:pPr>
      <w:r>
        <w:rPr>
          <w:lang w:val="fi-FI"/>
        </w:rPr>
        <w:t xml:space="preserve">Lemmikinhoitaja on vastaanottanut avaimen/avaimet lemmikinomistajalta. Lemmikinhoitaja käyttää kyseisiä avaimia vain </w:t>
      </w:r>
      <w:r>
        <w:rPr>
          <w:lang w:val="fi-FI"/>
        </w:rPr>
        <w:t>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5574"/>
      </w:tblGrid>
      <w:tr w:rsidR="0024397D" w:rsidTr="00C94942">
        <w:tc>
          <w:tcPr>
            <w:tcW w:w="10536" w:type="dxa"/>
            <w:gridSpan w:val="3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lang w:val="fi-FI"/>
              </w:rPr>
              <w:t xml:space="preserve">Lemmikinhoitaja palauttaa avaimet lemmikinomistajalle hoitojakson jälkeen </w:t>
            </w:r>
            <w:r>
              <w:rPr>
                <w:lang w:val="fi-FI"/>
              </w:rPr>
              <w:t>seuraavalla tavalla:</w:t>
            </w:r>
          </w:p>
        </w:tc>
      </w:tr>
      <w:tr w:rsidR="0024397D" w:rsidTr="00C94942">
        <w:tc>
          <w:tcPr>
            <w:tcW w:w="1276" w:type="dxa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□ kasvotusten</w:t>
            </w:r>
          </w:p>
        </w:tc>
        <w:tc>
          <w:tcPr>
            <w:tcW w:w="3686" w:type="dxa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 xml:space="preserve">□ toimittamalla ne postilaatikkoon  </w:t>
            </w: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lang w:val="en-US"/>
              </w:rPr>
            </w:pPr>
          </w:p>
        </w:tc>
      </w:tr>
    </w:tbl>
    <w:p w:rsidR="007B6360" w:rsidRDefault="00DF10B9" w:rsidP="007B6360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24397D" w:rsidTr="00C94942">
        <w:trPr>
          <w:trHeight w:val="160"/>
        </w:trPr>
        <w:tc>
          <w:tcPr>
            <w:tcW w:w="1418" w:type="dxa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lang w:val="en-US"/>
              </w:rPr>
            </w:pPr>
          </w:p>
        </w:tc>
      </w:tr>
      <w:tr w:rsidR="0024397D" w:rsidTr="00C94942">
        <w:trPr>
          <w:trHeight w:val="160"/>
        </w:trPr>
        <w:tc>
          <w:tcPr>
            <w:tcW w:w="5382" w:type="dxa"/>
            <w:gridSpan w:val="3"/>
          </w:tcPr>
          <w:p w:rsidR="007B6360" w:rsidRPr="007A2678" w:rsidRDefault="00DF10B9" w:rsidP="00C94942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24397D" w:rsidTr="00C94942">
        <w:trPr>
          <w:trHeight w:val="255"/>
        </w:trPr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Lemmikinomistajan allekirjoitus:</w:t>
            </w:r>
          </w:p>
        </w:tc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</w:t>
            </w:r>
            <w:r w:rsidRPr="003874C6">
              <w:rPr>
                <w:rFonts w:cstheme="minorHAnsi"/>
                <w:lang w:val="fi-FI"/>
              </w:rPr>
              <w:t xml:space="preserve"> allekirjoitus:</w:t>
            </w:r>
          </w:p>
        </w:tc>
      </w:tr>
      <w:tr w:rsidR="0024397D" w:rsidTr="00C9494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p w:rsidR="007B6360" w:rsidRDefault="00DF10B9" w:rsidP="007B6360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7B6360" w:rsidRPr="002B14C2" w:rsidRDefault="00DF10B9" w:rsidP="007B6360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fi-FI"/>
        </w:rPr>
        <w:lastRenderedPageBreak/>
        <w:t>AVAIMEN LUOVUTUSSOPIMUS - LEMMIKINHOITAJAN KOPIO</w:t>
      </w:r>
    </w:p>
    <w:p w:rsidR="007B6360" w:rsidRDefault="00DF10B9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24397D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7B6360" w:rsidRPr="002B14C2" w:rsidRDefault="00DF10B9" w:rsidP="00C94942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Lemmikinomistajan nimi: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7B6360" w:rsidRPr="002B14C2" w:rsidRDefault="00DF10B9" w:rsidP="00C94942">
            <w:pPr>
              <w:rPr>
                <w:szCs w:val="16"/>
                <w:lang w:val="en-GB"/>
              </w:rPr>
            </w:pPr>
          </w:p>
        </w:tc>
      </w:tr>
      <w:tr w:rsidR="0024397D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F10B9" w:rsidP="00C94942">
            <w:pPr>
              <w:rPr>
                <w:szCs w:val="16"/>
                <w:lang w:val="en-GB"/>
              </w:rPr>
            </w:pPr>
            <w:r>
              <w:rPr>
                <w:lang w:val="fi-FI"/>
              </w:rPr>
              <w:t>Osoite: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F10B9" w:rsidP="00C94942">
            <w:pPr>
              <w:rPr>
                <w:szCs w:val="16"/>
                <w:lang w:val="en-GB"/>
              </w:rPr>
            </w:pPr>
          </w:p>
        </w:tc>
      </w:tr>
      <w:tr w:rsidR="0024397D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F10B9" w:rsidP="00C9494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Lemmikinhoitajan nimi: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F10B9" w:rsidP="00C94942">
            <w:pPr>
              <w:rPr>
                <w:szCs w:val="16"/>
                <w:lang w:val="en-GB"/>
              </w:rPr>
            </w:pPr>
          </w:p>
        </w:tc>
      </w:tr>
      <w:tr w:rsidR="0024397D" w:rsidTr="00C94942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>Lemmikinhoidon jakso: alkaen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>
              <w:rPr>
                <w:lang w:val="fi-FI"/>
              </w:rPr>
              <w:t xml:space="preserve">    asti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p w:rsidR="007B6360" w:rsidRPr="007A2678" w:rsidRDefault="00DF10B9" w:rsidP="007B6360">
      <w:pPr>
        <w:rPr>
          <w:lang w:val="en-GB"/>
        </w:rPr>
      </w:pPr>
      <w:r>
        <w:rPr>
          <w:lang w:val="fi-FI"/>
        </w:rPr>
        <w:t>Lemmikinhoitaja on vastaanottanut avaimet lemmikinomistajalta . Lemmikinhoitaja</w:t>
      </w:r>
      <w:r>
        <w:rPr>
          <w:lang w:val="fi-FI"/>
        </w:rPr>
        <w:t xml:space="preserve"> käyttää kyseisiä avaimia vain lemmikinhoitotarkoituksissa. Hoitaja ei tee niistä kopioita tai luovuta niitä kolmansille osapuolille. Hoitaja ilmoittaa välittömästi lemmikinomistajalle, mikäli avaimet kadotetaan.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5574"/>
      </w:tblGrid>
      <w:tr w:rsidR="0024397D" w:rsidTr="00C94942">
        <w:tc>
          <w:tcPr>
            <w:tcW w:w="10536" w:type="dxa"/>
            <w:gridSpan w:val="3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lang w:val="fi-FI"/>
              </w:rPr>
              <w:t>Lemmikinhoitaja palauttaa avaimet lemmikino</w:t>
            </w:r>
            <w:r>
              <w:rPr>
                <w:lang w:val="fi-FI"/>
              </w:rPr>
              <w:t>mistajalle hoitojakson jälkeen seuraavalla tavalla:</w:t>
            </w:r>
          </w:p>
        </w:tc>
      </w:tr>
      <w:tr w:rsidR="0024397D" w:rsidTr="00C94942">
        <w:tc>
          <w:tcPr>
            <w:tcW w:w="1276" w:type="dxa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□ kasvotusten</w:t>
            </w:r>
          </w:p>
        </w:tc>
        <w:tc>
          <w:tcPr>
            <w:tcW w:w="3686" w:type="dxa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 xml:space="preserve">□ toimittamalla ne postilaatikkoon  </w:t>
            </w:r>
            <w:r>
              <w:rPr>
                <w:rFonts w:ascii="Arial" w:hAnsi="Arial" w:cs="Arial"/>
                <w:lang w:val="fi-FI"/>
              </w:rPr>
              <w:t>□</w:t>
            </w:r>
            <w:r>
              <w:rPr>
                <w:rFonts w:cstheme="minorHAnsi"/>
                <w:lang w:val="fi-FI"/>
              </w:rPr>
              <w:t xml:space="preserve"> muu tapa: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lang w:val="en-US"/>
              </w:rPr>
            </w:pP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24397D" w:rsidTr="00C94942">
        <w:trPr>
          <w:trHeight w:val="160"/>
        </w:trPr>
        <w:tc>
          <w:tcPr>
            <w:tcW w:w="1418" w:type="dxa"/>
          </w:tcPr>
          <w:p w:rsidR="007B6360" w:rsidRDefault="00DF10B9" w:rsidP="00C94942">
            <w:pPr>
              <w:rPr>
                <w:lang w:val="en-US"/>
              </w:rPr>
            </w:pPr>
            <w:r>
              <w:rPr>
                <w:rFonts w:cstheme="minorHAnsi"/>
                <w:lang w:val="fi-FI"/>
              </w:rPr>
              <w:t>Päivämäärä ja paikka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lang w:val="en-US"/>
              </w:rPr>
            </w:pPr>
          </w:p>
        </w:tc>
      </w:tr>
      <w:tr w:rsidR="0024397D" w:rsidTr="00C94942">
        <w:trPr>
          <w:trHeight w:val="160"/>
        </w:trPr>
        <w:tc>
          <w:tcPr>
            <w:tcW w:w="5382" w:type="dxa"/>
            <w:gridSpan w:val="3"/>
          </w:tcPr>
          <w:p w:rsidR="007B6360" w:rsidRPr="007A2678" w:rsidRDefault="00DF10B9" w:rsidP="00C94942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fi-FI"/>
              </w:rPr>
              <w:t>Kaksi kappaletta kirjoitettuna, yksi kopio lemmikinomistajalle ja toinen lemmikinhoitajalle.</w:t>
            </w: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24397D" w:rsidTr="00C94942">
        <w:trPr>
          <w:trHeight w:val="255"/>
        </w:trPr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 xml:space="preserve">Lemmikinomistajan </w:t>
            </w:r>
            <w:r w:rsidRPr="003874C6">
              <w:rPr>
                <w:rFonts w:cstheme="minorHAnsi"/>
                <w:lang w:val="fi-FI"/>
              </w:rPr>
              <w:t>allekirjoitus:</w:t>
            </w:r>
          </w:p>
        </w:tc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fi-FI"/>
              </w:rPr>
              <w:t>Lemmikinhoitajan allekirjoitus:</w:t>
            </w:r>
          </w:p>
        </w:tc>
      </w:tr>
      <w:tr w:rsidR="0024397D" w:rsidTr="00C9494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F10B9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F10B9" w:rsidP="007B6360">
      <w:pPr>
        <w:rPr>
          <w:szCs w:val="16"/>
          <w:lang w:val="en-US"/>
        </w:rPr>
      </w:pPr>
    </w:p>
    <w:p w:rsidR="007B6360" w:rsidRPr="00C06FC9" w:rsidRDefault="00DF10B9" w:rsidP="007B6360">
      <w:pPr>
        <w:rPr>
          <w:szCs w:val="16"/>
          <w:lang w:val="en-US"/>
        </w:rPr>
      </w:pPr>
    </w:p>
    <w:p w:rsidR="00AE10A9" w:rsidRDefault="00DF10B9" w:rsidP="00204C8B">
      <w:pPr>
        <w:rPr>
          <w:szCs w:val="16"/>
          <w:lang w:val="en-GB"/>
        </w:rPr>
      </w:pPr>
    </w:p>
    <w:sectPr w:rsidR="00AE10A9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B9" w:rsidRDefault="00DF10B9">
      <w:pPr>
        <w:spacing w:after="0" w:line="240" w:lineRule="auto"/>
      </w:pPr>
      <w:r>
        <w:separator/>
      </w:r>
    </w:p>
  </w:endnote>
  <w:endnote w:type="continuationSeparator" w:id="0">
    <w:p w:rsidR="00DF10B9" w:rsidRDefault="00DF1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023" w:type="dxa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711"/>
      <w:gridCol w:w="312"/>
    </w:tblGrid>
    <w:tr w:rsidR="0024397D" w:rsidTr="005B432E">
      <w:tc>
        <w:tcPr>
          <w:tcW w:w="10711" w:type="dxa"/>
        </w:tcPr>
        <w:p w:rsidR="005B432E" w:rsidRDefault="00DF10B9" w:rsidP="001B477A">
          <w:pPr>
            <w:pStyle w:val="Footer"/>
            <w:jc w:val="center"/>
            <w:rPr>
              <w:caps/>
              <w:color w:val="000000" w:themeColor="text1"/>
            </w:rPr>
          </w:pPr>
          <w:r>
            <w:rPr>
              <w:caps/>
              <w:color w:val="000000" w:themeColor="text1"/>
              <w:lang w:val="fi-FI"/>
            </w:rPr>
            <w:t>HOITOSOPIMUSLOMAKE - KOIRAN ULKOILUTUS</w:t>
          </w:r>
        </w:p>
      </w:tc>
      <w:tc>
        <w:tcPr>
          <w:tcW w:w="312" w:type="dxa"/>
        </w:tcPr>
        <w:p w:rsidR="005B432E" w:rsidRDefault="00DF10B9" w:rsidP="005B432E">
          <w:pPr>
            <w:pStyle w:val="Footer"/>
            <w:jc w:val="center"/>
            <w:rPr>
              <w:caps/>
              <w:noProof/>
              <w:color w:val="000000" w:themeColor="text1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1B477A">
            <w:rPr>
              <w:caps/>
              <w:color w:val="000000" w:themeColor="text1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340E16">
            <w:rPr>
              <w:caps/>
              <w:noProof/>
              <w:color w:val="000000" w:themeColor="text1"/>
            </w:rPr>
            <w:t>6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DF10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B9" w:rsidRDefault="00DF10B9">
      <w:pPr>
        <w:spacing w:after="0" w:line="240" w:lineRule="auto"/>
      </w:pPr>
      <w:r>
        <w:separator/>
      </w:r>
    </w:p>
  </w:footnote>
  <w:footnote w:type="continuationSeparator" w:id="0">
    <w:p w:rsidR="00DF10B9" w:rsidRDefault="00DF1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DF10B9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7D"/>
    <w:rsid w:val="00205D91"/>
    <w:rsid w:val="0024397D"/>
    <w:rsid w:val="00340E16"/>
    <w:rsid w:val="00613648"/>
    <w:rsid w:val="00D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dog%20walk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6F509-5325-424E-AA63-23A4633A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dog walking.dotx</Template>
  <TotalTime>16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6</cp:revision>
  <cp:lastPrinted>2018-11-12T16:27:00Z</cp:lastPrinted>
  <dcterms:created xsi:type="dcterms:W3CDTF">2018-04-17T16:28:00Z</dcterms:created>
  <dcterms:modified xsi:type="dcterms:W3CDTF">2018-11-12T16:27:00Z</dcterms:modified>
</cp:coreProperties>
</file>